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11" w:rsidRPr="00396A58" w:rsidRDefault="00014C11" w:rsidP="00911D38">
      <w:pPr>
        <w:pStyle w:val="NoSpacing"/>
        <w:jc w:val="center"/>
        <w:rPr>
          <w:b/>
        </w:rPr>
      </w:pPr>
      <w:r w:rsidRPr="00396A58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pt;height:496.5pt">
            <v:imagedata r:id="rId5" o:title=""/>
          </v:shape>
        </w:pict>
      </w:r>
    </w:p>
    <w:p w:rsidR="00014C11" w:rsidRPr="00A01915" w:rsidRDefault="00014C11" w:rsidP="00911D38">
      <w:pPr>
        <w:pStyle w:val="NoSpacing"/>
        <w:jc w:val="center"/>
        <w:rPr>
          <w:b/>
        </w:rPr>
      </w:pPr>
      <w:r w:rsidRPr="00A01915">
        <w:rPr>
          <w:b/>
        </w:rPr>
        <w:t>Пояснительная записка</w:t>
      </w:r>
    </w:p>
    <w:p w:rsidR="00014C11" w:rsidRPr="00A01915" w:rsidRDefault="00014C11" w:rsidP="008B75CB">
      <w:pPr>
        <w:pStyle w:val="NoSpacing"/>
        <w:ind w:firstLine="708"/>
      </w:pPr>
      <w:r>
        <w:t xml:space="preserve">Рабочая </w:t>
      </w:r>
      <w:r w:rsidRPr="00AC2A6B">
        <w:t>программа по учебному предмету</w:t>
      </w:r>
      <w:r w:rsidRPr="00A01915">
        <w:t xml:space="preserve"> «Биология. Растения. Бактерии. Грибы.» составлена на основании</w:t>
      </w:r>
    </w:p>
    <w:p w:rsidR="00014C11" w:rsidRPr="00A01915" w:rsidRDefault="00014C11" w:rsidP="00A01915">
      <w:pPr>
        <w:pStyle w:val="NoSpacing"/>
      </w:pPr>
      <w:r w:rsidRPr="00A01915">
        <w:t>«Программы специальных (коррекционных) образовательных учреждений 8 вида.5-9 классы» Допущенной Министерством образования и науки РФ. Под редакцией В.В</w:t>
      </w:r>
      <w:r>
        <w:t>.Воронковой. Москва. Владос.2012</w:t>
      </w:r>
      <w:r w:rsidRPr="00A01915">
        <w:t>г.</w:t>
      </w:r>
    </w:p>
    <w:p w:rsidR="00014C11" w:rsidRPr="00A01915" w:rsidRDefault="00014C11" w:rsidP="00A01915">
      <w:pPr>
        <w:pStyle w:val="NoSpacing"/>
      </w:pPr>
      <w:r w:rsidRPr="00A01915">
        <w:t>«Программы для 5-9 классов специальных (коррекционных) образовательных учреждений 8 вида Биология. Растения. Бактерии. Грибы» Автор В.В. Воронкова, Л.В. Кмытюк, Т.В.</w:t>
      </w:r>
      <w:r>
        <w:t>Шевырева. Москва.Владос, 2012</w:t>
      </w:r>
      <w:r w:rsidRPr="00A01915">
        <w:t>г.</w:t>
      </w:r>
    </w:p>
    <w:p w:rsidR="00014C11" w:rsidRPr="00A01915" w:rsidRDefault="00014C11" w:rsidP="00A01915">
      <w:pPr>
        <w:pStyle w:val="NoSpacing"/>
        <w:rPr>
          <w:b/>
        </w:rPr>
      </w:pPr>
      <w:r w:rsidRPr="00A01915">
        <w:rPr>
          <w:b/>
        </w:rPr>
        <w:t>Учебно-методический комплекс:</w:t>
      </w:r>
    </w:p>
    <w:p w:rsidR="00014C11" w:rsidRPr="00A01915" w:rsidRDefault="00014C11" w:rsidP="00A01915">
      <w:pPr>
        <w:pStyle w:val="NoSpacing"/>
      </w:pPr>
    </w:p>
    <w:p w:rsidR="00014C11" w:rsidRPr="00A01915" w:rsidRDefault="00014C11" w:rsidP="00A01915">
      <w:pPr>
        <w:pStyle w:val="NoSpacing"/>
      </w:pPr>
      <w:r w:rsidRPr="00A01915">
        <w:t>- Программа для 5-9 классов специальных (коррекционных) образовательных учреждений 8 вида. Биология. Растения. Бактерии. Грибы. Автор В.В. Воронкова, Л.В. Кмыт</w:t>
      </w:r>
      <w:r>
        <w:t>юк, Т.В. Шевырева.Владос, 2012</w:t>
      </w:r>
      <w:r w:rsidRPr="00A01915">
        <w:t>г</w:t>
      </w:r>
      <w:r>
        <w:t>.</w:t>
      </w:r>
    </w:p>
    <w:p w:rsidR="00014C11" w:rsidRPr="00A01915" w:rsidRDefault="00014C11" w:rsidP="00A01915">
      <w:pPr>
        <w:pStyle w:val="NoSpacing"/>
      </w:pPr>
      <w:r w:rsidRPr="00A01915">
        <w:t>-Учебник: З.А. Клепинина Биология. Растения. Бактерии. Грибы.</w:t>
      </w:r>
      <w:r>
        <w:t xml:space="preserve"> 7 класс.- М.: Просвещение, </w:t>
      </w:r>
      <w:smartTag w:uri="urn:schemas-microsoft-com:office:smarttags" w:element="metricconverter">
        <w:smartTagPr>
          <w:attr w:name="ProductID" w:val="2019 г"/>
        </w:smartTagPr>
        <w:r>
          <w:t>2019</w:t>
        </w:r>
        <w:r w:rsidRPr="00A01915">
          <w:t xml:space="preserve"> г</w:t>
        </w:r>
      </w:smartTag>
      <w:r w:rsidRPr="00A01915">
        <w:t>.</w:t>
      </w:r>
    </w:p>
    <w:p w:rsidR="00014C11" w:rsidRPr="00A01915" w:rsidRDefault="00014C11" w:rsidP="00A01915">
      <w:pPr>
        <w:pStyle w:val="NoSpacing"/>
      </w:pPr>
    </w:p>
    <w:p w:rsidR="00014C11" w:rsidRPr="00A01915" w:rsidRDefault="00014C11" w:rsidP="00A01915">
      <w:pPr>
        <w:pStyle w:val="NoSpacing"/>
        <w:rPr>
          <w:b/>
        </w:rPr>
      </w:pPr>
      <w:r w:rsidRPr="00A01915">
        <w:rPr>
          <w:b/>
        </w:rPr>
        <w:t>Ценностные ориентиры содержания учебного предмета</w:t>
      </w:r>
    </w:p>
    <w:p w:rsidR="00014C11" w:rsidRPr="00A01915" w:rsidRDefault="00014C11" w:rsidP="00A01915">
      <w:pPr>
        <w:pStyle w:val="NoSpacing"/>
        <w:ind w:firstLine="708"/>
      </w:pPr>
      <w:r w:rsidRPr="00A01915">
        <w:t xml:space="preserve">Преподавание биологии в коррекционной школе </w:t>
      </w:r>
      <w:r w:rsidRPr="00A01915">
        <w:rPr>
          <w:lang w:val="en-US"/>
        </w:rPr>
        <w:t>VIII</w:t>
      </w:r>
      <w:r w:rsidRPr="00A01915">
        <w:t xml:space="preserve">  вида направлено на коррекцию недостатков умственного развития учащихся. Программа 7 класса включает элементарные сведения о многообразии растений, грибов и бактерий; о строении и значении органов цветкового растения; об основных группах растений; о биологических особенностях, выращивании и использовании наиболее распространенных полевых, овощных, плодовых, ягодных, а так же декоративных растений. </w:t>
      </w:r>
    </w:p>
    <w:p w:rsidR="00014C11" w:rsidRPr="00A01915" w:rsidRDefault="00014C11" w:rsidP="00A01915">
      <w:pPr>
        <w:pStyle w:val="NoSpacing"/>
      </w:pPr>
      <w:r w:rsidRPr="00A01915">
        <w:t xml:space="preserve">В данной программе предлагается изучение наиболее распространенных и большей частью уже известных обучающимся однодольных и двудольных растений, лишь таких признаков их сходства и различия, которые можно показать по цветным таблицам. Очень кратко сообщаются сведения о строении, разнообразии и значении грибов и бактерий. </w:t>
      </w:r>
    </w:p>
    <w:p w:rsidR="00014C11" w:rsidRPr="00A01915" w:rsidRDefault="00014C11" w:rsidP="00A01915">
      <w:pPr>
        <w:pStyle w:val="NoSpacing"/>
        <w:rPr>
          <w:b/>
        </w:rPr>
      </w:pPr>
      <w:r w:rsidRPr="00A01915">
        <w:rPr>
          <w:b/>
        </w:rPr>
        <w:t>Цель:</w:t>
      </w:r>
    </w:p>
    <w:p w:rsidR="00014C11" w:rsidRPr="00CD1D91" w:rsidRDefault="00014C11" w:rsidP="00A01915">
      <w:pPr>
        <w:pStyle w:val="NoSpacing"/>
      </w:pPr>
      <w:r w:rsidRPr="00CD1D91">
        <w:t xml:space="preserve">- Создание условий для формирования знаний об окружающем мире: умения </w:t>
      </w:r>
      <w:r>
        <w:t>ориентироваться в мире растений</w:t>
      </w:r>
      <w:r w:rsidRPr="00CD1D91">
        <w:t>; использовать полученные знания в повседневной жизни; применять биологические знания.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Задачи: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Образовательные:</w:t>
      </w:r>
    </w:p>
    <w:p w:rsidR="00014C11" w:rsidRPr="00CD1D91" w:rsidRDefault="00014C11" w:rsidP="00A01915">
      <w:pPr>
        <w:pStyle w:val="NoSpacing"/>
        <w:numPr>
          <w:ilvl w:val="0"/>
          <w:numId w:val="29"/>
        </w:numPr>
      </w:pPr>
      <w:r>
        <w:t>ф</w:t>
      </w:r>
      <w:r w:rsidRPr="00CD1D91">
        <w:t>ормирование основных биологических понятий;</w:t>
      </w:r>
    </w:p>
    <w:p w:rsidR="00014C11" w:rsidRPr="00CD1D91" w:rsidRDefault="00014C11" w:rsidP="00A01915">
      <w:pPr>
        <w:pStyle w:val="NoSpacing"/>
        <w:numPr>
          <w:ilvl w:val="0"/>
          <w:numId w:val="29"/>
        </w:numPr>
      </w:pPr>
      <w:r w:rsidRPr="00CD1D91">
        <w:t>формирование понятий об особенностях животного мира; об окружающей среде, путях её сохранения и рационального использования;</w:t>
      </w:r>
    </w:p>
    <w:p w:rsidR="00014C11" w:rsidRPr="00CD1D91" w:rsidRDefault="00014C11" w:rsidP="00A01915">
      <w:pPr>
        <w:pStyle w:val="NoSpacing"/>
        <w:numPr>
          <w:ilvl w:val="0"/>
          <w:numId w:val="29"/>
        </w:numPr>
      </w:pPr>
      <w:r w:rsidRPr="00CD1D91">
        <w:t>формирование умения наблюдать, видеть и слышать, сравнивать и обобщать, устанавливать несложные причинно-следственные связи и закономерности;</w:t>
      </w:r>
    </w:p>
    <w:p w:rsidR="00014C11" w:rsidRPr="00CD1D91" w:rsidRDefault="00014C11" w:rsidP="00A01915">
      <w:pPr>
        <w:pStyle w:val="NoSpacing"/>
        <w:numPr>
          <w:ilvl w:val="0"/>
          <w:numId w:val="29"/>
        </w:numPr>
      </w:pPr>
      <w:r w:rsidRPr="00CD1D91">
        <w:t>формирование и отработка практических навыков и умений.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 xml:space="preserve">Коррекционно-развивающие: </w:t>
      </w:r>
    </w:p>
    <w:p w:rsidR="00014C11" w:rsidRPr="00CD1D91" w:rsidRDefault="00014C11" w:rsidP="00A01915">
      <w:pPr>
        <w:pStyle w:val="NoSpacing"/>
        <w:numPr>
          <w:ilvl w:val="0"/>
          <w:numId w:val="30"/>
        </w:numPr>
      </w:pPr>
      <w:r>
        <w:t>к</w:t>
      </w:r>
      <w:r w:rsidRPr="00CD1D91">
        <w:t>оррекция недостатков умственного развития учащихся;</w:t>
      </w:r>
    </w:p>
    <w:p w:rsidR="00014C11" w:rsidRPr="00CD1D91" w:rsidRDefault="00014C11" w:rsidP="00A01915">
      <w:pPr>
        <w:pStyle w:val="NoSpacing"/>
        <w:numPr>
          <w:ilvl w:val="0"/>
          <w:numId w:val="30"/>
        </w:numPr>
      </w:pPr>
      <w:r w:rsidRPr="00CD1D91">
        <w:t xml:space="preserve">в процессе знакомства с животными у учащихся развивается наблюдательность, речь и мышление; </w:t>
      </w:r>
    </w:p>
    <w:p w:rsidR="00014C11" w:rsidRPr="00CD1D91" w:rsidRDefault="00014C11" w:rsidP="00A01915">
      <w:pPr>
        <w:pStyle w:val="NoSpacing"/>
        <w:numPr>
          <w:ilvl w:val="0"/>
          <w:numId w:val="30"/>
        </w:numPr>
      </w:pPr>
      <w:r w:rsidRPr="00CD1D91">
        <w:t xml:space="preserve">дети имеют возможность устанавливать простейшие причинно - следственные отношения и взаимосвязь живых организмов между собой и с неживой природой; </w:t>
      </w:r>
    </w:p>
    <w:p w:rsidR="00014C11" w:rsidRPr="00CD1D91" w:rsidRDefault="00014C11" w:rsidP="00A01915">
      <w:pPr>
        <w:pStyle w:val="NoSpacing"/>
        <w:numPr>
          <w:ilvl w:val="0"/>
          <w:numId w:val="30"/>
        </w:numPr>
      </w:pPr>
      <w:r w:rsidRPr="00CD1D91">
        <w:t>взаимосвязи человека с живой и неживой природой, влияние на нее.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Воспитательные:</w:t>
      </w:r>
    </w:p>
    <w:p w:rsidR="00014C11" w:rsidRPr="00CD1D91" w:rsidRDefault="00014C11" w:rsidP="00A01915">
      <w:pPr>
        <w:pStyle w:val="NoSpacing"/>
        <w:numPr>
          <w:ilvl w:val="0"/>
          <w:numId w:val="31"/>
        </w:numPr>
        <w:rPr>
          <w:shd w:val="clear" w:color="auto" w:fill="FFFFFF"/>
        </w:rPr>
      </w:pPr>
      <w:r>
        <w:rPr>
          <w:shd w:val="clear" w:color="auto" w:fill="FFFFFF"/>
        </w:rPr>
        <w:t>в</w:t>
      </w:r>
      <w:r w:rsidRPr="00CD1D91">
        <w:rPr>
          <w:shd w:val="clear" w:color="auto" w:fill="FFFFFF"/>
        </w:rPr>
        <w:t>оспитание адекватной самооценки на основе критерия оценивания;</w:t>
      </w:r>
    </w:p>
    <w:p w:rsidR="00014C11" w:rsidRPr="00CD1D91" w:rsidRDefault="00014C11" w:rsidP="00A01915">
      <w:pPr>
        <w:pStyle w:val="NoSpacing"/>
        <w:numPr>
          <w:ilvl w:val="0"/>
          <w:numId w:val="31"/>
        </w:numPr>
        <w:rPr>
          <w:shd w:val="clear" w:color="auto" w:fill="FFFFFF"/>
        </w:rPr>
      </w:pPr>
      <w:r w:rsidRPr="00CD1D91">
        <w:t>воспитание позитивного эмоционально-ценностного отношения к живой природе, чувства сопричастности к сохранению её уникальности и чистоты;</w:t>
      </w:r>
    </w:p>
    <w:p w:rsidR="00014C11" w:rsidRPr="00CD1D91" w:rsidRDefault="00014C11" w:rsidP="00A01915">
      <w:pPr>
        <w:pStyle w:val="NoSpacing"/>
        <w:numPr>
          <w:ilvl w:val="0"/>
          <w:numId w:val="31"/>
        </w:numPr>
      </w:pPr>
      <w:r w:rsidRPr="00CD1D91">
        <w:t>привитие навыков, способствующих сохранению и укреплению здоровья человека;</w:t>
      </w:r>
    </w:p>
    <w:p w:rsidR="00014C11" w:rsidRPr="00CD1D91" w:rsidRDefault="00014C11" w:rsidP="00A01915">
      <w:pPr>
        <w:pStyle w:val="NoSpacing"/>
        <w:numPr>
          <w:ilvl w:val="0"/>
          <w:numId w:val="31"/>
        </w:numPr>
        <w:rPr>
          <w:u w:val="single"/>
        </w:rPr>
      </w:pPr>
      <w:r w:rsidRPr="00CD1D91">
        <w:t>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Используемые технологии:</w:t>
      </w:r>
    </w:p>
    <w:p w:rsidR="00014C11" w:rsidRPr="00CD1D91" w:rsidRDefault="00014C11" w:rsidP="00A01915">
      <w:pPr>
        <w:pStyle w:val="NoSpacing"/>
        <w:numPr>
          <w:ilvl w:val="0"/>
          <w:numId w:val="32"/>
        </w:numPr>
      </w:pPr>
      <w:r w:rsidRPr="00CD1D91">
        <w:t>разноуровневого и дифференцированного подхода;</w:t>
      </w:r>
    </w:p>
    <w:p w:rsidR="00014C11" w:rsidRPr="00CD1D91" w:rsidRDefault="00014C11" w:rsidP="00A01915">
      <w:pPr>
        <w:pStyle w:val="NoSpacing"/>
        <w:numPr>
          <w:ilvl w:val="0"/>
          <w:numId w:val="32"/>
        </w:numPr>
      </w:pPr>
      <w:r w:rsidRPr="00CD1D91">
        <w:t>здоровьесберегающие;</w:t>
      </w:r>
    </w:p>
    <w:p w:rsidR="00014C11" w:rsidRPr="00CD1D91" w:rsidRDefault="00014C11" w:rsidP="00A01915">
      <w:pPr>
        <w:pStyle w:val="NoSpacing"/>
        <w:numPr>
          <w:ilvl w:val="0"/>
          <w:numId w:val="32"/>
        </w:numPr>
      </w:pPr>
      <w:r w:rsidRPr="00CD1D91">
        <w:t>игровые;</w:t>
      </w:r>
    </w:p>
    <w:p w:rsidR="00014C11" w:rsidRPr="00CD1D91" w:rsidRDefault="00014C11" w:rsidP="00A01915">
      <w:pPr>
        <w:pStyle w:val="NoSpacing"/>
        <w:numPr>
          <w:ilvl w:val="0"/>
          <w:numId w:val="32"/>
        </w:numPr>
      </w:pPr>
      <w:r w:rsidRPr="00CD1D91">
        <w:t>личностно-ориентированные;</w:t>
      </w:r>
    </w:p>
    <w:p w:rsidR="00014C11" w:rsidRPr="00CD1D91" w:rsidRDefault="00014C11" w:rsidP="00A01915">
      <w:pPr>
        <w:pStyle w:val="NoSpacing"/>
        <w:numPr>
          <w:ilvl w:val="0"/>
          <w:numId w:val="32"/>
        </w:numPr>
      </w:pPr>
      <w:r w:rsidRPr="00CD1D91">
        <w:t>информационно-коммуникативные.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Методы обучения.</w:t>
      </w:r>
    </w:p>
    <w:p w:rsidR="00014C11" w:rsidRPr="00CD1D91" w:rsidRDefault="00014C11" w:rsidP="00A01915">
      <w:pPr>
        <w:pStyle w:val="NoSpacing"/>
      </w:pPr>
      <w:r w:rsidRPr="00CD1D91">
        <w:t>1.Методы организации и осуществления учебно-воспитательной и познавательной деятельности:</w:t>
      </w:r>
    </w:p>
    <w:p w:rsidR="00014C11" w:rsidRPr="00CD1D91" w:rsidRDefault="00014C11" w:rsidP="00A01915">
      <w:pPr>
        <w:pStyle w:val="NoSpacing"/>
      </w:pPr>
      <w:r w:rsidRPr="00CD1D91">
        <w:t>словесные методы: рассказ, беседа, объяснение;</w:t>
      </w:r>
    </w:p>
    <w:p w:rsidR="00014C11" w:rsidRPr="00CD1D91" w:rsidRDefault="00014C11" w:rsidP="00A01915">
      <w:pPr>
        <w:pStyle w:val="NoSpacing"/>
      </w:pPr>
      <w:r w:rsidRPr="00CD1D91">
        <w:t>практический метод;</w:t>
      </w:r>
    </w:p>
    <w:p w:rsidR="00014C11" w:rsidRPr="00CD1D91" w:rsidRDefault="00014C11" w:rsidP="00A01915">
      <w:pPr>
        <w:pStyle w:val="NoSpacing"/>
      </w:pPr>
      <w:r w:rsidRPr="00CD1D91">
        <w:t>наглядные методы: иллюстрация,  демонстрация, наблюдения учащихся;</w:t>
      </w:r>
    </w:p>
    <w:p w:rsidR="00014C11" w:rsidRPr="00CD1D91" w:rsidRDefault="00014C11" w:rsidP="00A01915">
      <w:pPr>
        <w:pStyle w:val="NoSpacing"/>
      </w:pPr>
      <w:r w:rsidRPr="00CD1D91">
        <w:t>работа с учебником.</w:t>
      </w:r>
    </w:p>
    <w:p w:rsidR="00014C11" w:rsidRPr="00CD1D91" w:rsidRDefault="00014C11" w:rsidP="00A01915">
      <w:pPr>
        <w:pStyle w:val="NoSpacing"/>
      </w:pPr>
      <w:r w:rsidRPr="00CD1D91">
        <w:t>2. Методы стимулирования и мотивации учебной деятельности:</w:t>
      </w:r>
    </w:p>
    <w:p w:rsidR="00014C11" w:rsidRPr="00CD1D91" w:rsidRDefault="00014C11" w:rsidP="00A01915">
      <w:pPr>
        <w:pStyle w:val="NoSpacing"/>
      </w:pPr>
      <w:r w:rsidRPr="00CD1D91">
        <w:t>методы стимулирования мотивов интереса к учению: познавательные игры, занимательность, создание ситуации новизны, ситуации успеха;</w:t>
      </w:r>
    </w:p>
    <w:p w:rsidR="00014C11" w:rsidRPr="00CD1D91" w:rsidRDefault="00014C11" w:rsidP="00A01915">
      <w:pPr>
        <w:pStyle w:val="NoSpacing"/>
      </w:pPr>
      <w:r w:rsidRPr="00CD1D91">
        <w:t>методы стимулирования мотивов старательности: убеждение, приучение, поощрение, требование.</w:t>
      </w:r>
    </w:p>
    <w:p w:rsidR="00014C11" w:rsidRPr="00CD1D91" w:rsidRDefault="00014C11" w:rsidP="00A01915">
      <w:pPr>
        <w:pStyle w:val="NoSpacing"/>
      </w:pPr>
      <w:r w:rsidRPr="00CD1D91">
        <w:t>3.Методы контроля и самоконтроля учебной деятельности:</w:t>
      </w:r>
    </w:p>
    <w:p w:rsidR="00014C11" w:rsidRPr="00CD1D91" w:rsidRDefault="00014C11" w:rsidP="00A01915">
      <w:pPr>
        <w:pStyle w:val="NoSpacing"/>
      </w:pPr>
      <w:r w:rsidRPr="00CD1D91">
        <w:t>устные или письменные методы контроля;</w:t>
      </w:r>
    </w:p>
    <w:p w:rsidR="00014C11" w:rsidRPr="00CD1D91" w:rsidRDefault="00014C11" w:rsidP="00A01915">
      <w:pPr>
        <w:pStyle w:val="NoSpacing"/>
      </w:pPr>
      <w:r w:rsidRPr="00CD1D91">
        <w:t>фронтальные, групповые или индивидуальные;</w:t>
      </w:r>
    </w:p>
    <w:p w:rsidR="00014C11" w:rsidRPr="00CD1D91" w:rsidRDefault="00014C11" w:rsidP="00A01915">
      <w:pPr>
        <w:pStyle w:val="NoSpacing"/>
      </w:pPr>
      <w:r w:rsidRPr="00CD1D91">
        <w:t>итоговые и текущие.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Формы обучения:</w:t>
      </w:r>
    </w:p>
    <w:p w:rsidR="00014C11" w:rsidRPr="00CD1D91" w:rsidRDefault="00014C11" w:rsidP="00A01915">
      <w:pPr>
        <w:pStyle w:val="NoSpacing"/>
      </w:pPr>
      <w:r w:rsidRPr="00CD1D91">
        <w:t>По охвату детей в процессе обучения (коллективные; групповые; индивидуальные)</w:t>
      </w:r>
      <w:r w:rsidRPr="00CD1D91">
        <w:br/>
        <w:t>2. По месту организации (школьные)</w:t>
      </w:r>
      <w:r w:rsidRPr="00CD1D91">
        <w:br/>
        <w:t>3. Традиционные (урок, экскурсия, предметные уроки, домашняя учебная работа)</w:t>
      </w:r>
      <w:r w:rsidRPr="00CD1D91">
        <w:br/>
        <w:t>4. Нетрадиционные формы обучения: уроки-соревнования; уроки-викторины; уроки-конкурсы; уроки-игры и т.д</w:t>
      </w:r>
    </w:p>
    <w:p w:rsidR="00014C11" w:rsidRPr="00CD1D91" w:rsidRDefault="00014C11" w:rsidP="00A01915">
      <w:pPr>
        <w:pStyle w:val="NoSpacing"/>
        <w:rPr>
          <w:b/>
        </w:rPr>
      </w:pPr>
      <w:r w:rsidRPr="00CD1D91">
        <w:rPr>
          <w:b/>
        </w:rPr>
        <w:t>Виды деятельности</w:t>
      </w:r>
      <w:r>
        <w:rPr>
          <w:b/>
        </w:rPr>
        <w:t>:</w:t>
      </w:r>
    </w:p>
    <w:p w:rsidR="00014C11" w:rsidRPr="00B945F3" w:rsidRDefault="00014C11" w:rsidP="00A01915">
      <w:pPr>
        <w:pStyle w:val="NoSpacing"/>
      </w:pPr>
      <w:r w:rsidRPr="00B945F3">
        <w:t>- обогащение и уточнение словаря,</w:t>
      </w:r>
    </w:p>
    <w:p w:rsidR="00014C11" w:rsidRPr="00B945F3" w:rsidRDefault="00014C11" w:rsidP="00A01915">
      <w:pPr>
        <w:pStyle w:val="NoSpacing"/>
      </w:pPr>
      <w:r w:rsidRPr="00B945F3">
        <w:t>- наблюдение за процессами</w:t>
      </w:r>
      <w:r>
        <w:t xml:space="preserve"> жизнедеятельности животных</w:t>
      </w:r>
      <w:r w:rsidRPr="00B945F3">
        <w:t>,</w:t>
      </w:r>
    </w:p>
    <w:p w:rsidR="00014C11" w:rsidRPr="00B945F3" w:rsidRDefault="00014C11" w:rsidP="00A01915">
      <w:pPr>
        <w:pStyle w:val="NoSpacing"/>
      </w:pPr>
      <w:r w:rsidRPr="00B945F3">
        <w:t>- чтение литературы по изучаемому материалу,</w:t>
      </w:r>
    </w:p>
    <w:p w:rsidR="00014C11" w:rsidRPr="00B945F3" w:rsidRDefault="00014C11" w:rsidP="00A01915">
      <w:pPr>
        <w:pStyle w:val="NoSpacing"/>
      </w:pPr>
      <w:r w:rsidRPr="00B945F3">
        <w:t>- называние и характеристика органов и систем органов</w:t>
      </w:r>
      <w:r>
        <w:t xml:space="preserve"> животных</w:t>
      </w:r>
      <w:r w:rsidRPr="00B945F3">
        <w:t xml:space="preserve"> по их строению и выполняемым функциям,</w:t>
      </w:r>
    </w:p>
    <w:p w:rsidR="00014C11" w:rsidRPr="00B945F3" w:rsidRDefault="00014C11" w:rsidP="00A01915">
      <w:pPr>
        <w:pStyle w:val="NoSpacing"/>
      </w:pPr>
      <w:r w:rsidRPr="00B945F3">
        <w:t>- сравнение органов и систем органов между собой, их классификация, установление взаимосвязи между строением и выполняемыми функциями,</w:t>
      </w:r>
    </w:p>
    <w:p w:rsidR="00014C11" w:rsidRPr="00B945F3" w:rsidRDefault="00014C11" w:rsidP="00A01915">
      <w:pPr>
        <w:pStyle w:val="NoSpacing"/>
      </w:pPr>
      <w:r w:rsidRPr="00B945F3">
        <w:t>- активное участие в беседе,</w:t>
      </w:r>
    </w:p>
    <w:p w:rsidR="00014C11" w:rsidRPr="00B945F3" w:rsidRDefault="00014C11" w:rsidP="00A01915">
      <w:pPr>
        <w:pStyle w:val="NoSpacing"/>
      </w:pPr>
      <w:r w:rsidRPr="00B945F3">
        <w:t>- составление рассказов с опорой на план</w:t>
      </w:r>
      <w:r>
        <w:t>,</w:t>
      </w:r>
    </w:p>
    <w:p w:rsidR="00014C11" w:rsidRPr="00B945F3" w:rsidRDefault="00014C11" w:rsidP="00A01915">
      <w:pPr>
        <w:pStyle w:val="NoSpacing"/>
      </w:pPr>
      <w:r w:rsidRPr="00B945F3">
        <w:t>- связное высказывание по затрагиваемым в беседе вопросам,</w:t>
      </w:r>
    </w:p>
    <w:p w:rsidR="00014C11" w:rsidRPr="00B945F3" w:rsidRDefault="00014C11" w:rsidP="00A01915">
      <w:pPr>
        <w:pStyle w:val="NoSpacing"/>
      </w:pPr>
      <w:r w:rsidRPr="00B945F3">
        <w:t>- дополнение высказываний собеседников на основе материала личных наблюдений и прочитанного,</w:t>
      </w:r>
    </w:p>
    <w:p w:rsidR="00014C11" w:rsidRPr="00B945F3" w:rsidRDefault="00014C11" w:rsidP="00A01915">
      <w:pPr>
        <w:pStyle w:val="NoSpacing"/>
      </w:pPr>
      <w:r w:rsidRPr="00B945F3">
        <w:t>- составление небольших рассказов на предложенную учителем тему,</w:t>
      </w:r>
    </w:p>
    <w:p w:rsidR="00014C11" w:rsidRPr="00B945F3" w:rsidRDefault="00014C11" w:rsidP="00A01915">
      <w:pPr>
        <w:pStyle w:val="NoSpacing"/>
      </w:pPr>
      <w:r w:rsidRPr="00B945F3">
        <w:t>- использование в своей речи вновь усвоенных слов и оборотов речи,</w:t>
      </w:r>
    </w:p>
    <w:p w:rsidR="00014C11" w:rsidRPr="00B945F3" w:rsidRDefault="00014C11" w:rsidP="00A01915">
      <w:pPr>
        <w:pStyle w:val="NoSpacing"/>
      </w:pPr>
      <w:r w:rsidRPr="00B945F3">
        <w:t>- освоение на практике полученных знаний.</w:t>
      </w:r>
    </w:p>
    <w:p w:rsidR="00014C11" w:rsidRPr="007248FE" w:rsidRDefault="00014C11" w:rsidP="00A01915">
      <w:pPr>
        <w:pStyle w:val="NoSpacing"/>
      </w:pPr>
      <w:r w:rsidRPr="007248FE">
        <w:t>На изучение предмета в 7 классе по учебному плану выделено 66 часов.</w:t>
      </w:r>
    </w:p>
    <w:p w:rsidR="00014C11" w:rsidRPr="007248FE" w:rsidRDefault="00014C11" w:rsidP="00A01915">
      <w:pPr>
        <w:pStyle w:val="NoSpacing"/>
      </w:pPr>
      <w:r w:rsidRPr="007248FE">
        <w:t>1 четверть - 18 часов</w:t>
      </w:r>
    </w:p>
    <w:p w:rsidR="00014C11" w:rsidRPr="007248FE" w:rsidRDefault="00014C11" w:rsidP="00A01915">
      <w:pPr>
        <w:pStyle w:val="NoSpacing"/>
      </w:pPr>
      <w:r w:rsidRPr="007248FE">
        <w:t>2 четверть - 14 часов</w:t>
      </w:r>
    </w:p>
    <w:p w:rsidR="00014C11" w:rsidRPr="007248FE" w:rsidRDefault="00014C11" w:rsidP="00A01915">
      <w:pPr>
        <w:pStyle w:val="NoSpacing"/>
      </w:pPr>
      <w:r w:rsidRPr="007248FE">
        <w:t>3 четверть - 20 часов</w:t>
      </w:r>
    </w:p>
    <w:p w:rsidR="00014C11" w:rsidRPr="007248FE" w:rsidRDefault="00014C11" w:rsidP="00A01915">
      <w:pPr>
        <w:pStyle w:val="NoSpacing"/>
      </w:pPr>
      <w:r w:rsidRPr="007248FE">
        <w:t>4 четверть –16 часов</w:t>
      </w:r>
    </w:p>
    <w:p w:rsidR="00014C11" w:rsidRPr="007248FE" w:rsidRDefault="00014C11" w:rsidP="00A01915">
      <w:pPr>
        <w:pStyle w:val="NoSpacing"/>
      </w:pPr>
      <w:r w:rsidRPr="007248FE">
        <w:t>Фактически за учебный год 68часов.</w:t>
      </w:r>
    </w:p>
    <w:p w:rsidR="00014C11" w:rsidRPr="00911D38" w:rsidRDefault="00014C11" w:rsidP="00D81695">
      <w:pPr>
        <w:pStyle w:val="NoSpacing"/>
        <w:ind w:firstLine="708"/>
        <w:rPr>
          <w:bCs/>
        </w:rPr>
      </w:pPr>
      <w:r w:rsidRPr="00911D38">
        <w:rPr>
          <w:bCs/>
        </w:rPr>
        <w:t xml:space="preserve">Изменения, </w:t>
      </w:r>
      <w:r>
        <w:rPr>
          <w:bCs/>
        </w:rPr>
        <w:t>внесенные в авторскую программу</w:t>
      </w:r>
    </w:p>
    <w:p w:rsidR="00014C11" w:rsidRPr="00911D38" w:rsidRDefault="00014C11" w:rsidP="00A01915">
      <w:pPr>
        <w:pStyle w:val="NoSpacing"/>
      </w:pPr>
      <w:r w:rsidRPr="00911D38">
        <w:t xml:space="preserve">Программа составлена с учетом уровня обученности детей, максимального развития познавательных интересов, индивидуально-дифференцированного подхода к учащимся. При составлении данной рабочей программы в авторскую программу  В.В.Воронковой были внесены изменения и дополнения. </w:t>
      </w:r>
    </w:p>
    <w:p w:rsidR="00014C11" w:rsidRPr="00AC2A6B" w:rsidRDefault="00014C11" w:rsidP="00911D38">
      <w:pPr>
        <w:numPr>
          <w:ilvl w:val="1"/>
          <w:numId w:val="33"/>
        </w:numPr>
        <w:suppressAutoHyphens/>
        <w:jc w:val="both"/>
      </w:pPr>
      <w:r w:rsidRPr="00911D38">
        <w:t>В целях максимального коррекционного</w:t>
      </w:r>
      <w:r w:rsidRPr="00AC2A6B">
        <w:t xml:space="preserve"> воздействия и повышение интеллектуального уровня включена работа с научно –познавательной литературой ( словари, энциклопедии) </w:t>
      </w:r>
    </w:p>
    <w:p w:rsidR="00014C11" w:rsidRPr="00FB1AD8" w:rsidRDefault="00014C11" w:rsidP="00A01915">
      <w:pPr>
        <w:pStyle w:val="NoSpacing"/>
        <w:rPr>
          <w:b/>
        </w:rPr>
      </w:pPr>
      <w:r w:rsidRPr="00FB1AD8">
        <w:rPr>
          <w:b/>
        </w:rPr>
        <w:t>Группы учащихся:</w:t>
      </w:r>
    </w:p>
    <w:p w:rsidR="00014C11" w:rsidRPr="00FB1AD8" w:rsidRDefault="00014C11" w:rsidP="00A01915">
      <w:pPr>
        <w:pStyle w:val="NoSpacing"/>
      </w:pPr>
      <w:r w:rsidRPr="00FB1AD8">
        <w:rPr>
          <w:b/>
        </w:rPr>
        <w:t>По возможностям обучения</w:t>
      </w:r>
      <w:r w:rsidRPr="00FB1AD8">
        <w:t xml:space="preserve"> умственно отсталые учащиеся делятся на четыре группы.</w:t>
      </w:r>
    </w:p>
    <w:p w:rsidR="00014C11" w:rsidRPr="00FB1AD8" w:rsidRDefault="00014C11" w:rsidP="00A01915">
      <w:pPr>
        <w:pStyle w:val="NoSpacing"/>
        <w:ind w:firstLine="708"/>
      </w:pPr>
      <w:r w:rsidRPr="00FB1AD8">
        <w:rPr>
          <w:b/>
        </w:rPr>
        <w:t>I группу</w:t>
      </w:r>
      <w:r w:rsidRPr="00FB1AD8">
        <w:t xml:space="preserve"> составляют ученики, наиболее успешно овладевающие программным материалом в процессе фронтального обучения. Все задания ими, как правило, выполняются самостоятельно. Они не испытывают больших затруднений при выполнении измененного задания, в основном правильно используют имеющийся опыт, выполняя новую работу. Умение объяснять свои действия словами свидетельствует о сознательном усвоении этими учащимися программного материала. Им доступен некоторый уровень обобщения. Полученные знания и умения такие ученики успешнее остальных применяют на практике. При выполнении сравнительно сложных заданий им нужна незначительная активизирующая помощь взрослого.</w:t>
      </w:r>
    </w:p>
    <w:p w:rsidR="00014C11" w:rsidRPr="00FB1AD8" w:rsidRDefault="00014C11" w:rsidP="00A01915">
      <w:pPr>
        <w:pStyle w:val="NoSpacing"/>
        <w:ind w:firstLine="708"/>
      </w:pPr>
      <w:r w:rsidRPr="00FB1AD8">
        <w:rPr>
          <w:b/>
        </w:rPr>
        <w:t>Учащиеся II группы</w:t>
      </w:r>
      <w:r w:rsidRPr="00FB1AD8">
        <w:t xml:space="preserve"> также достаточно успешно обучаются в классе. В ходе обучения эти дети испытывают несколько большие трудности, чем ученики I группы. Они в основном понимают фронтальное объяснение учителя, неплохо запоминают изучаемый материла, но без помощи сделать элементарные выводы и обобщения не в состоянии.</w:t>
      </w:r>
    </w:p>
    <w:p w:rsidR="00014C11" w:rsidRPr="00FB1AD8" w:rsidRDefault="00014C11" w:rsidP="00A01915">
      <w:pPr>
        <w:pStyle w:val="NoSpacing"/>
      </w:pPr>
      <w:r w:rsidRPr="00FB1AD8">
        <w:t>Их отличает меньшая самостоятельность в выполнении всех видов работ, они нуждаются в помощи учителя, как активизирующей, так и организующей. Перенос знаний в новые условия их в основном не затрудняет. Но при этом ученики снижают темп работы, допускают ошибки, которые могут быть исправлены с незначительной помощью. Объяснения своих действий у учащихся II группы недостаточно точны, даются в развернутом плане с меньшей степенью обобщенности. Эти ученики овладевают связной устной и письменной речью, но в то же время для успешной передачи своих мыслей им нужна помощь учителя в виде наводящих вопросов, подробного плана, различных видов наглядности.</w:t>
      </w:r>
    </w:p>
    <w:p w:rsidR="00014C11" w:rsidRPr="00FB1AD8" w:rsidRDefault="00014C11" w:rsidP="00A01915">
      <w:pPr>
        <w:pStyle w:val="NoSpacing"/>
        <w:ind w:firstLine="708"/>
      </w:pPr>
      <w:r w:rsidRPr="00FB1AD8">
        <w:rPr>
          <w:b/>
        </w:rPr>
        <w:t>К III группе</w:t>
      </w:r>
      <w:r w:rsidRPr="00FB1AD8">
        <w:t xml:space="preserve"> относятся ученики, которые с трудом усваивают программный материал, нуждаясь в разнообразных видах помощи (словесно-логической, наглядной и предметно-практической).</w:t>
      </w:r>
    </w:p>
    <w:p w:rsidR="00014C11" w:rsidRPr="00FB1AD8" w:rsidRDefault="00014C11" w:rsidP="00A01915">
      <w:pPr>
        <w:pStyle w:val="NoSpacing"/>
      </w:pPr>
      <w:r w:rsidRPr="00FB1AD8">
        <w:t>Успешность усвоения знаний, в первую очередь, зависит от понимания детьми того, что им сообщается. Для этих учащихся характерно недостаточное осознание вновь сообщаемого материала (правила, теоретические сведения, факты). Им трудно определить главное в изучаемом, установить логическую связь частей, отделить второстепенное. Им трудно понять материал во время фронтальных занятий, они нуждаются в дополнительном объяснении. Их отличает низкая самостоятельность. Темп усвоения материала у этих учащихся значительно ниже, чем у детей, отнесенных к II группе. Несмотря на трудности усвоения материала, ученики в основном не теряют приобретенных знаний и умений могут их применить при выполнении аналогичного задания, однако каждое несколько измененное задание воспринимается ими как новое. Это свидетельствует о низкой способности учащихся данной группы обобщать из суммы полученных знаний и умений выбрать нужное и применить адекватно поставленной задаче.</w:t>
      </w:r>
    </w:p>
    <w:p w:rsidR="00014C11" w:rsidRPr="00FB1AD8" w:rsidRDefault="00014C11" w:rsidP="00A01915">
      <w:pPr>
        <w:pStyle w:val="NoSpacing"/>
      </w:pPr>
      <w:r w:rsidRPr="00FB1AD8">
        <w:t>Школьники III группы в процессе обучения в некоторой мере преодолевают инертность, Значительная помощь им бывает, нужна главным образом в начале выполнения задания, после чего они могут работать более самостоятельно, пока не встретятся с новой трудностью. Деятельность учеников этой группы нужно постоянно организовывать, пока они не поймут основного в изучаемом материале. После этого школьники увереннее выполняют задания и лучше дают словесный отчет о нем. Это говорит хотя и о затрудненном, но в определенной мере осознанном процессе усвоения.</w:t>
      </w:r>
    </w:p>
    <w:p w:rsidR="00014C11" w:rsidRPr="00FB1AD8" w:rsidRDefault="00014C11" w:rsidP="00A01915">
      <w:pPr>
        <w:pStyle w:val="NoSpacing"/>
        <w:ind w:firstLine="708"/>
        <w:rPr>
          <w:b/>
        </w:rPr>
      </w:pPr>
      <w:r w:rsidRPr="00FB1AD8">
        <w:rPr>
          <w:b/>
        </w:rPr>
        <w:t>К IV группе</w:t>
      </w:r>
      <w:r w:rsidRPr="00FB1AD8">
        <w:t xml:space="preserve"> относятся учащиеся, которые овладевают учебным материалом вспомогательной школы на самом низком уровне. При этом только фронтального обучения для них явно недостаточно. Они нуждаются в выполнении большого количества упражнений, введении дополнительных приемов обучения, постоянном контроле и подсказках во время выполнения работ. Сделать выводы с некоторой долей самостоятельности, использовать прошлый опыт им недоступно. Учащимся требуется четкое неоднократное объяснение учителя при выполнении любого задания. Помощь учителя в виде прямой подсказки одними учениками используется верно, другие и в этих условиях допускают ошибки. Эти школьники не видят ошибок в работе, им требуется конкретное указание на них и объяснение к исправлению. Каждое последующее задание воспринимается ими как новое. Знания усваиваются чисто механически, быстро забываются. Они могут усвоить значительно меньший объем знаний и умений, чем предлагается программой </w:t>
      </w:r>
      <w:r w:rsidRPr="00FB1AD8">
        <w:rPr>
          <w:b/>
        </w:rPr>
        <w:t>вспомогательной школы.</w:t>
      </w:r>
    </w:p>
    <w:p w:rsidR="00014C11" w:rsidRPr="00FB1AD8" w:rsidRDefault="00014C11" w:rsidP="00A01915">
      <w:pPr>
        <w:pStyle w:val="NoSpacing"/>
        <w:rPr>
          <w:b/>
        </w:rPr>
      </w:pPr>
      <w:r w:rsidRPr="00FB1AD8">
        <w:rPr>
          <w:b/>
        </w:rPr>
        <w:t>Планируемые результаты освоения курса:</w:t>
      </w:r>
    </w:p>
    <w:p w:rsidR="00014C11" w:rsidRPr="006D64AB" w:rsidRDefault="00014C11" w:rsidP="00D81695">
      <w:pPr>
        <w:pStyle w:val="NoSpacing"/>
        <w:rPr>
          <w:b/>
        </w:rPr>
      </w:pPr>
      <w:r w:rsidRPr="006D64AB">
        <w:rPr>
          <w:b/>
        </w:rPr>
        <w:t>Учащиеся должны знать: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основные отличия животных от растений;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признаки сходства и различия между изученными группами животных;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общие признаки, характерные для каждой из этих групп животных;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места обитания, образ жизни и поведение тех животных, которые знакомы учащимся;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 же в хозяйственной деятельности человека;</w:t>
      </w:r>
    </w:p>
    <w:p w:rsidR="00014C11" w:rsidRDefault="00014C11" w:rsidP="00D81695">
      <w:pPr>
        <w:pStyle w:val="NoSpacing"/>
      </w:pPr>
      <w:r>
        <w:t xml:space="preserve">- </w:t>
      </w:r>
      <w:r w:rsidRPr="00D81695">
        <w:t>основные требования ухода за домашними и некоторыми сельскохозяйственными животными (известными учащимся).</w:t>
      </w:r>
    </w:p>
    <w:p w:rsidR="00014C11" w:rsidRPr="006D64AB" w:rsidRDefault="00014C11" w:rsidP="00D81695">
      <w:pPr>
        <w:pStyle w:val="NoSpacing"/>
        <w:rPr>
          <w:b/>
        </w:rPr>
      </w:pPr>
      <w:r w:rsidRPr="006D64AB">
        <w:rPr>
          <w:b/>
        </w:rPr>
        <w:t>Учащиеся должны уметь: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узнавать изученных животных (в иллюстрациях, кинофрагментах, чучелах, живых объектах;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кратко рассказывать об основных чертах строения и образа жизни изученных животных;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устанавливать взаимосвязи между животными и их средой обитания: приспособления к ней, особенности строения организма и поведения животных;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проводить несложный уход за некоторыми домашними животными (птицы, звери, рыбы), имеющимися у детей дома;</w:t>
      </w:r>
    </w:p>
    <w:p w:rsidR="00014C11" w:rsidRPr="00D81695" w:rsidRDefault="00014C11" w:rsidP="00D81695">
      <w:pPr>
        <w:pStyle w:val="NoSpacing"/>
      </w:pPr>
      <w:r>
        <w:t xml:space="preserve">- </w:t>
      </w:r>
      <w:r w:rsidRPr="00D81695">
        <w:t>рассказывать о своих питомцах (их породах, поведении и повадках).</w:t>
      </w: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</w:p>
    <w:p w:rsidR="00014C11" w:rsidRDefault="00014C11" w:rsidP="00D13FCA">
      <w:pPr>
        <w:pStyle w:val="NoSpacing"/>
        <w:rPr>
          <w:b/>
        </w:rPr>
      </w:pPr>
      <w:r w:rsidRPr="00D81695">
        <w:rPr>
          <w:b/>
        </w:rPr>
        <w:t>Содержание тем учебного курса</w:t>
      </w:r>
    </w:p>
    <w:p w:rsidR="00014C11" w:rsidRPr="00D81695" w:rsidRDefault="00014C11" w:rsidP="00D13FCA">
      <w:pPr>
        <w:pStyle w:val="NoSpacing"/>
      </w:pPr>
    </w:p>
    <w:tbl>
      <w:tblPr>
        <w:tblW w:w="15347" w:type="dxa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84"/>
        <w:gridCol w:w="4299"/>
        <w:gridCol w:w="1134"/>
        <w:gridCol w:w="1843"/>
        <w:gridCol w:w="2409"/>
        <w:gridCol w:w="2268"/>
        <w:gridCol w:w="2410"/>
      </w:tblGrid>
      <w:tr w:rsidR="00014C11" w:rsidRPr="00341505" w:rsidTr="007B0026">
        <w:trPr>
          <w:trHeight w:val="585"/>
        </w:trPr>
        <w:tc>
          <w:tcPr>
            <w:tcW w:w="984" w:type="dxa"/>
            <w:vMerge w:val="restart"/>
          </w:tcPr>
          <w:p w:rsidR="00014C11" w:rsidRPr="00341505" w:rsidRDefault="00014C11" w:rsidP="00D13FCA">
            <w:pPr>
              <w:pStyle w:val="NoSpacing"/>
            </w:pPr>
            <w:r w:rsidRPr="00341505">
              <w:t>№ п/п урока</w:t>
            </w:r>
          </w:p>
          <w:p w:rsidR="00014C11" w:rsidRPr="00341505" w:rsidRDefault="00014C11" w:rsidP="00D13FCA">
            <w:pPr>
              <w:pStyle w:val="NoSpacing"/>
            </w:pPr>
          </w:p>
          <w:p w:rsidR="00014C11" w:rsidRPr="00341505" w:rsidRDefault="00014C11" w:rsidP="00D13FCA">
            <w:pPr>
              <w:pStyle w:val="NoSpacing"/>
              <w:rPr>
                <w:bCs/>
              </w:rPr>
            </w:pPr>
          </w:p>
        </w:tc>
        <w:tc>
          <w:tcPr>
            <w:tcW w:w="4299" w:type="dxa"/>
            <w:vMerge w:val="restart"/>
          </w:tcPr>
          <w:p w:rsidR="00014C11" w:rsidRPr="00341505" w:rsidRDefault="00014C11" w:rsidP="00D13FCA">
            <w:pPr>
              <w:pStyle w:val="NoSpacing"/>
            </w:pPr>
            <w:r w:rsidRPr="00341505">
              <w:t>Наименование разделов</w:t>
            </w:r>
          </w:p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и тем</w:t>
            </w:r>
          </w:p>
        </w:tc>
        <w:tc>
          <w:tcPr>
            <w:tcW w:w="1134" w:type="dxa"/>
            <w:vMerge w:val="restart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Количество часов</w:t>
            </w:r>
          </w:p>
        </w:tc>
        <w:tc>
          <w:tcPr>
            <w:tcW w:w="8930" w:type="dxa"/>
            <w:gridSpan w:val="4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Из них</w:t>
            </w:r>
          </w:p>
        </w:tc>
      </w:tr>
      <w:tr w:rsidR="00014C11" w:rsidRPr="00341505" w:rsidTr="007B0026">
        <w:trPr>
          <w:trHeight w:val="585"/>
        </w:trPr>
        <w:tc>
          <w:tcPr>
            <w:tcW w:w="984" w:type="dxa"/>
            <w:vMerge/>
          </w:tcPr>
          <w:p w:rsidR="00014C11" w:rsidRPr="00341505" w:rsidRDefault="00014C11" w:rsidP="00D13FCA">
            <w:pPr>
              <w:pStyle w:val="NoSpacing"/>
            </w:pPr>
          </w:p>
        </w:tc>
        <w:tc>
          <w:tcPr>
            <w:tcW w:w="4299" w:type="dxa"/>
            <w:vMerge/>
          </w:tcPr>
          <w:p w:rsidR="00014C11" w:rsidRPr="00341505" w:rsidRDefault="00014C11" w:rsidP="00D13FCA">
            <w:pPr>
              <w:pStyle w:val="NoSpacing"/>
            </w:pPr>
          </w:p>
        </w:tc>
        <w:tc>
          <w:tcPr>
            <w:tcW w:w="1134" w:type="dxa"/>
            <w:vMerge/>
          </w:tcPr>
          <w:p w:rsidR="00014C11" w:rsidRPr="00341505" w:rsidRDefault="00014C11" w:rsidP="00D13FCA">
            <w:pPr>
              <w:pStyle w:val="NoSpacing"/>
            </w:pP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Контрольные работы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Самостоятельные работы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Практические работы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t>Экскурсии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1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1.Растения вокруг нас.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3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2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2. Общее знакомство с цветковыми растениями.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16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4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  <w:rPr>
                <w:bCs/>
              </w:rPr>
            </w:pPr>
            <w:r w:rsidRPr="00341505">
              <w:rPr>
                <w:bCs/>
              </w:rPr>
              <w:t>3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Многообразие цветковых растений (покрытосеменных).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34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4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Многообразие бесцветковых растений.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5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5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Бактерии.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2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6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Грибы.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2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7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Практические работы на участке.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3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3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  <w:tr w:rsidR="00014C11" w:rsidRPr="00341505" w:rsidTr="00D81695">
        <w:trPr>
          <w:trHeight w:val="70"/>
        </w:trPr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8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Экскурсия «Весенняя работа в саду»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1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1</w:t>
            </w:r>
          </w:p>
        </w:tc>
      </w:tr>
      <w:tr w:rsidR="00014C11" w:rsidRPr="00341505" w:rsidTr="007B0026">
        <w:tc>
          <w:tcPr>
            <w:tcW w:w="98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9</w:t>
            </w:r>
          </w:p>
        </w:tc>
        <w:tc>
          <w:tcPr>
            <w:tcW w:w="429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Повторение</w:t>
            </w:r>
          </w:p>
        </w:tc>
        <w:tc>
          <w:tcPr>
            <w:tcW w:w="1134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2</w:t>
            </w:r>
          </w:p>
        </w:tc>
        <w:tc>
          <w:tcPr>
            <w:tcW w:w="1843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09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268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  <w:tc>
          <w:tcPr>
            <w:tcW w:w="2410" w:type="dxa"/>
          </w:tcPr>
          <w:p w:rsidR="00014C11" w:rsidRPr="00341505" w:rsidRDefault="00014C11" w:rsidP="00D13FCA">
            <w:pPr>
              <w:pStyle w:val="NoSpacing"/>
            </w:pPr>
            <w:r w:rsidRPr="00341505">
              <w:t>-</w:t>
            </w:r>
          </w:p>
        </w:tc>
      </w:tr>
    </w:tbl>
    <w:p w:rsidR="00014C11" w:rsidRPr="00D81695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Default="00014C11" w:rsidP="00D13FCA">
      <w:pPr>
        <w:pStyle w:val="NoSpacing"/>
      </w:pPr>
    </w:p>
    <w:p w:rsidR="00014C11" w:rsidRPr="000D1795" w:rsidRDefault="00014C11" w:rsidP="00D13FCA">
      <w:pPr>
        <w:pStyle w:val="NoSpacing"/>
      </w:pPr>
    </w:p>
    <w:p w:rsidR="00014C11" w:rsidRPr="001004A3" w:rsidRDefault="00014C11" w:rsidP="001004A3">
      <w:pPr>
        <w:pStyle w:val="NoSpacing"/>
        <w:jc w:val="center"/>
        <w:rPr>
          <w:b/>
        </w:rPr>
      </w:pPr>
      <w:r w:rsidRPr="001004A3">
        <w:rPr>
          <w:b/>
        </w:rPr>
        <w:t>Календарно - тематическое планирование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851"/>
        <w:gridCol w:w="3118"/>
        <w:gridCol w:w="993"/>
        <w:gridCol w:w="1559"/>
        <w:gridCol w:w="3685"/>
        <w:gridCol w:w="3261"/>
        <w:gridCol w:w="1134"/>
      </w:tblGrid>
      <w:tr w:rsidR="00014C11" w:rsidRPr="00D13FCA" w:rsidTr="00D13BBC"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№ урока</w:t>
            </w:r>
          </w:p>
        </w:tc>
        <w:tc>
          <w:tcPr>
            <w:tcW w:w="85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№ урока по теме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Наименование разделов, тем урока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Количество часов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Тип урока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Виды учебной деятельности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Цель коррекционной работы</w:t>
            </w:r>
          </w:p>
        </w:tc>
        <w:tc>
          <w:tcPr>
            <w:tcW w:w="1134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Примечание</w:t>
            </w: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b/>
              </w:rPr>
              <w:t>1.Введение (3 часа)</w:t>
            </w:r>
          </w:p>
        </w:tc>
        <w:tc>
          <w:tcPr>
            <w:tcW w:w="1134" w:type="dxa"/>
          </w:tcPr>
          <w:p w:rsidR="00014C11" w:rsidRPr="00D13FCA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85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Инструктаж по технике безопасности. Многообразие живой природы.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изучения нового материала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просмотр фильма.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Выявить степень подготовленности каждого ученика к изучению предмета.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2</w:t>
            </w:r>
          </w:p>
        </w:tc>
        <w:tc>
          <w:tcPr>
            <w:tcW w:w="85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1.2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 xml:space="preserve">Цветковые и бесцветковые растения.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рассказа по плану.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3</w:t>
            </w:r>
          </w:p>
        </w:tc>
        <w:tc>
          <w:tcPr>
            <w:tcW w:w="85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1.3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Значение растений в природе.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рассказа по плану.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b/>
              </w:rPr>
              <w:t>2.Общее знакомство с цветковыми растениями(16 часов)</w:t>
            </w:r>
          </w:p>
        </w:tc>
        <w:tc>
          <w:tcPr>
            <w:tcW w:w="1134" w:type="dxa"/>
          </w:tcPr>
          <w:p w:rsidR="00014C11" w:rsidRPr="00D13FCA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Общее понятие об органах цветкового растения: цветок, стебель, лист, корень). Практическая работа №1 «Органы цветкового растения»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практическая работа «Органы цветкового растения»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самостоятельной работы с текстом и натуральными образцами.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Строение цветка (на примере цветка вишни). Практическая работа №2 «Строение цветка»</w:t>
            </w:r>
            <w:r>
              <w:t>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практическая работа «Строение цветка»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выполнения практической работы, умения сравнивать и делать вывод на основе сравнения.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2.3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Понятие о соцветиях (зонтик, колос, корзинка).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зарисовка схемы соцветия в тетради.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сравнивать и делать вывод на основе сравнения, развивать зрительное восприятие объекта.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Опыление цветков. Оплодотворение.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зарисовка схемы оплодотворения в тетради.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сравнивать и делать вывод на основе сравнения, развивать навыки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2.5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Образование плодов и семян. Плоды сухие и сочные.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заполнение схемы «Типы плодов» в тетради.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сравнивать и делать вывод на основе сравнения, анализировать полученные результаты.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2.6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Распространение плодов и семян.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рассказа по плану.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2.7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Строение семени (на примере фасоли и пшеницы). Практическая работа №3 «Определение строения семени с двумя семядолями (фасоль)».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практическая работа «Определение строения семени с двумя семядолями (фасоль)».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выполнения практической работы, умения сравнивать и делать вывод на основе сравнения.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2.8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Условия прорастания семян. Распространение семян. Практическая работа №4 «Определение всхожести семян».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практическая работа «Определение всхожести семян».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выполнения практической работы, умения сравнивать и делать вывод на основе сравнения.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2.9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Разнообразие корней, корневые системы (стержневая, мочковатая).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плану, зарисовка типов корневых систем в тетради.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2.10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Строение корня. Значение корня в жизни растения. Видоизменения корней.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плану «Видоизменения корней».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2.11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 xml:space="preserve">Внешнее строение листа. Жилкование. Листья простые и сложные.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плану, заполнение схемы «Типы жилкования листьев».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Образование из воды и углекислого газа органических питательных веществ в листьях на свету.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рисунку учебника, работа с текстом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2.13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Испарение воды листьями, значение этого явления.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рисунку учебника, работа с текстом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Дыхание растений. Листопад и его значение.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рисунку учебника, работа с текстом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2.15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Строение стебля.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рисунку учебника, работа с текстом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19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2.16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Значение стебля в жизни растений. Растение - целостный организм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составление рассказа по рисунку учебника, работа с текстом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b/>
              </w:rPr>
              <w:t>3.Многообразие цветковых растений (покрытосеменных) (34 часа).</w:t>
            </w:r>
          </w:p>
        </w:tc>
        <w:tc>
          <w:tcPr>
            <w:tcW w:w="1134" w:type="dxa"/>
          </w:tcPr>
          <w:p w:rsidR="00014C11" w:rsidRPr="00D13FCA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Особенности строения. Деление цветковых растений на однодольные и двудольные.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изучения нового материала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схемы «Особенности строения однодольных и двудольных растений».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работы с натуральными объектами, умения составлять схемы.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 xml:space="preserve">Однодольные растения. Особенности внешнего строения злаковых растений.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рассказа по плану.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Злаки (пшеница, рожь, ячмень, овес, кукуруза).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работа с натуральными образцами.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анализировать, сравнивать и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Выращивание зерновых посев, уход, уборка.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умения делать выводы, используя рисунок и шаблон, формирование навыков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3.5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Использование злаков в народном хозяйстве.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3.6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Лилейные. Общая характеристика.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«Общая характеристика Лилейных»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рисунок и шаблон, навыка связной речи, умения заполнять таблицу, используя текст учебника.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3.7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Цветочно-декоративные лилейные открытого и закрытого грунта.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 xml:space="preserve">Коррекция умения анализировать, сравнивать, навыка составления связного рассказа с использованием рисунков учебника. 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3.8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Лук, чеснок – многолетние овощные растения. Выращивание, посев, уборка.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наблюдать, анализировать, сравнивать, использовать личностный опыт и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3.9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Ландыш – общая характеристика.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 xml:space="preserve">Рассказ, беседа, индивидуальная работа по карточке, </w:t>
            </w:r>
          </w:p>
          <w:p w:rsidR="00014C11" w:rsidRPr="00D13FCA" w:rsidRDefault="00014C11" w:rsidP="00D13FCA">
            <w:pPr>
              <w:pStyle w:val="NoSpacing"/>
            </w:pPr>
            <w:r w:rsidRPr="00D13FCA">
              <w:t>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эстетического вкуса,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29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3.10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Обобщающий урок «Однодольные растения».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обобщения и систематизации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фронтальная беседа, коллективная работа по учебнику,составление рассказа по опорным схемам, тестовая работа.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caps/>
              </w:rPr>
            </w:pPr>
            <w:r w:rsidRPr="00D13FCA">
              <w:t>Коррекция навыков коллективной работы по учебнику, умения слушать, принимать участие в беседе, составлять рассказ по опорной схеме.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3.11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Двудольные покрытосеменные растения.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Рассказ, беседа, индивидуальная работа по карточке, работа с натуральными образцами, составление рассказа по плану.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навыка связной речи,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Пасленовые. Общие признаки пасленовых.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«Общая характеристика Паслёновых»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рисунок и шаблон, навыка связной речи, умения заполнять таблицу, используя текст учебника.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3.13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 xml:space="preserve">Паслен. Дикорастущие пасленовые.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работать с рисунками и текстом учебника,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 xml:space="preserve">Картофель. Овощные и технические пасленовые.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3.15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 xml:space="preserve">Томат. Овощные пасленовые. 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 xml:space="preserve">Рассказ, беседа, индивидуальная работа по карточке, </w:t>
            </w:r>
          </w:p>
          <w:p w:rsidR="00014C11" w:rsidRPr="00D13FCA" w:rsidRDefault="00014C11" w:rsidP="00D13FCA">
            <w:pPr>
              <w:pStyle w:val="NoSpacing"/>
            </w:pPr>
            <w:r w:rsidRPr="00D13FCA">
              <w:t>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3.16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Баклажан и перец. Овощные пасленовые.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3.17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Петуния, душистый табак. Цветочно-декоративные пасленовые.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 xml:space="preserve">Рассказ, беседа, индивидуальная работа по карточке, </w:t>
            </w:r>
          </w:p>
          <w:p w:rsidR="00014C11" w:rsidRPr="00D13FCA" w:rsidRDefault="00014C11" w:rsidP="00D13FCA">
            <w:pPr>
              <w:pStyle w:val="NoSpacing"/>
            </w:pPr>
            <w:r w:rsidRPr="00D13FCA">
              <w:t>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эстетического вкуса,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3.18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Бобовые. Общие признаки бобовых.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«Общая характеристика Бобовых»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рисунок и шаблон, навыка связной речи, умения заполнять таблицу, используя текст учебника.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3.19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Горох. Пищевые бобовые растения.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3.20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Фасоль и соя - южные бобовые культуры.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Бобы, клевер, люпин кормовые бобовые растения.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Розоцветные. Общие признаки розоцветных.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«Общая характеристика Розоцветных»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рисунок и шаблон, навыка связной речи, умения заполнять таблицу, используя текст учебника.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3.23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Шиповник - растение группы розоцветных.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Плодово-ягодные розоцветные. Яблоня.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</w:t>
            </w:r>
            <w:r>
              <w:t>и</w:t>
            </w:r>
            <w:r w:rsidRPr="00D13FCA">
              <w:t>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3.25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Плодово-ягодные розоцветные. Груша.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3.26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Плодово-ягодные розоцветные. Вишня.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3.27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Плодово-ягодные розоцветные. Малина.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3.28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Плодово-ягодные розоцветные. Земляника.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3.29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Южные плодовые розоцветные – персик и абрикос.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умения применять личностный опыт при изучении нового материала,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3.30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Сложноцветные. Общие признаки сложноцветных. Подсолнечник.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«Общая характеристикасложноцветных»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рисунок и шаблон, навыка связной речи, умения заполнять таблицу, используя текст учебника.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3.31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Ноготки и бархатцы - однолетние цветочно-декоративные сложноцветные.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эстетического вкуса,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3.32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Маргаритка – двулетнее растение.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эстетического вкуса,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3.33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Георгин - многолетнее цветочно-декоративное сложноцветное растение.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карточке,работа с текстом и рисунками учебника, составление рассказа.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зрительного восприятия, эстетического вкуса, умения составлять рассказ по плану.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3.34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Повторительно - обобщающий урок по теме</w:t>
            </w:r>
            <w:r w:rsidRPr="00D13BBC">
              <w:rPr>
                <w:b/>
              </w:rPr>
              <w:t xml:space="preserve"> «</w:t>
            </w:r>
            <w:r w:rsidRPr="00D13FCA">
              <w:t>Многообразие цветковых растений (покрытосеменных)».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обобщения и систематизации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фронтальная беседа, коллективная работа по учебнику,составление рассказа по опорным схемам, тестовая работа.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caps/>
              </w:rPr>
            </w:pPr>
            <w:r w:rsidRPr="00D13FCA">
              <w:t>Коррекция навыков коллективной работы по учебнику, умения слушать, принимать участие в беседе, составлять рассказ по опорной схеме.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b/>
              </w:rPr>
              <w:t>4.Многообразие бесцветковых растений(5 часов)</w:t>
            </w:r>
          </w:p>
        </w:tc>
        <w:tc>
          <w:tcPr>
            <w:tcW w:w="1134" w:type="dxa"/>
          </w:tcPr>
          <w:p w:rsidR="00014C11" w:rsidRPr="00D13FCA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Понятие о мхе как о многолетнем растении. Места произрастания мхов. Торфяной мох и образование торфа.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изучения нового материала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схемы «Строение мха»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рисунки и текст учебника, гербарные образцы, развитие навыка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4.2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Папоротники. Многолетние травянистые растения. Места произрастания папоротника.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схемы «Строение папоротника»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D13FCA">
              <w:t>Коррекция умения делать выводы, используя рисунки и текст учебника, гербарные образцы, развитие навыка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4.3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Голосеменные. Сосна и ель - хвойные растения. Отличие их от лиственных деревьев.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схемы «Лиственные и голосеменные растения»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гербарные образцы, умения заполнять схемы, развитие навыка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57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4.4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Сравнение сосны и ели. Особенности их размножения.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«Сравнение строения сосны и ели»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гербарные образцы, умения заполнять таблицы, используя текст учебника, развитие навыка связной речи.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58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4.5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Использование древесины в народном хозяйстве.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фронтальная беседа, коллективная работа по учебнику,составление рассказа по опорным схемам, тестовая работа.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caps/>
              </w:rPr>
            </w:pPr>
            <w:r w:rsidRPr="00872AE3">
              <w:t>Коррекция навыков коллективной работы по учебнику, умения слушать, принимать участие в беседе, составлять рассказ по опорной схеме.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872AE3" w:rsidRDefault="00014C11" w:rsidP="00D13FCA">
            <w:pPr>
              <w:pStyle w:val="NoSpacing"/>
            </w:pPr>
            <w:r w:rsidRPr="00D13BBC">
              <w:rPr>
                <w:b/>
              </w:rPr>
              <w:t>5.Бактерии(2 часа)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59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Общее понятие. Бактерии - особая группа живых организмов.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Урок изучения нового материала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схемы «Строение бактерий»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умения составлять схемы, развитие навыка связной речи.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60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5.2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Значение бактерий в природе и жизни человека.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заполнение таблицы «Польза и вред бактерий»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умения заполнять таблицы, используя текст учебника, развитие навыка связной речи.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872AE3" w:rsidRDefault="00014C11" w:rsidP="00D13FCA">
            <w:pPr>
              <w:pStyle w:val="NoSpacing"/>
            </w:pPr>
            <w:r w:rsidRPr="00D13BBC">
              <w:rPr>
                <w:b/>
              </w:rPr>
              <w:t>6.Грибы.(2 часа)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61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6.1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Строение шляпочного гриба: плодовое тело, грибница.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rStyle w:val="Strong"/>
                <w:b w:val="0"/>
              </w:rPr>
              <w:t>Урок изучения нового материала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муляжами грибов, заполнение схемы «Строение шляпочного гриба»</w:t>
            </w:r>
            <w:r>
              <w:t>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умения составлять схемы, развитие навыка связной речи.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62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6.2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FCA">
              <w:t>Грибы съедобные и ядовитые.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rStyle w:val="Strong"/>
                <w:b w:val="0"/>
              </w:rPr>
              <w:t>Комбинированный урок</w:t>
            </w:r>
          </w:p>
        </w:tc>
        <w:tc>
          <w:tcPr>
            <w:tcW w:w="3685" w:type="dxa"/>
          </w:tcPr>
          <w:p w:rsidR="00014C11" w:rsidRPr="00D13FCA" w:rsidRDefault="00014C11" w:rsidP="00537934">
            <w:pPr>
              <w:pStyle w:val="NoSpacing"/>
            </w:pPr>
            <w:r w:rsidRPr="00D13FCA">
              <w:t>Рассказ, беседа, индивидуальная работа по карточке, работа с текстом и рисунками учебника, муляжами грибов.</w:t>
            </w:r>
          </w:p>
        </w:tc>
        <w:tc>
          <w:tcPr>
            <w:tcW w:w="3261" w:type="dxa"/>
          </w:tcPr>
          <w:p w:rsidR="00014C11" w:rsidRPr="00D13BBC" w:rsidRDefault="00014C11" w:rsidP="00D13FCA">
            <w:pPr>
              <w:pStyle w:val="NoSpacing"/>
              <w:rPr>
                <w:i/>
                <w:u w:val="single"/>
              </w:rPr>
            </w:pPr>
            <w:r w:rsidRPr="00872AE3">
              <w:t>Коррекция умения делать выводы, используя рисунки и текст учебника, умения составлять схемы, развитие навыка связной речи, безопасного поведения при сборе грибов.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14460" w:type="dxa"/>
            <w:gridSpan w:val="7"/>
          </w:tcPr>
          <w:p w:rsidR="00014C11" w:rsidRPr="00872AE3" w:rsidRDefault="00014C11" w:rsidP="00D13FCA">
            <w:pPr>
              <w:pStyle w:val="NoSpacing"/>
            </w:pPr>
            <w:r w:rsidRPr="00D13BBC">
              <w:rPr>
                <w:b/>
              </w:rPr>
              <w:t>7.Практические работы.(4 часа)</w:t>
            </w:r>
          </w:p>
        </w:tc>
        <w:tc>
          <w:tcPr>
            <w:tcW w:w="1134" w:type="dxa"/>
          </w:tcPr>
          <w:p w:rsidR="00014C11" w:rsidRPr="00872AE3" w:rsidRDefault="00014C11" w:rsidP="00D13FCA">
            <w:pPr>
              <w:pStyle w:val="NoSpacing"/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63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7.1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81695">
              <w:t xml:space="preserve">Практическая работа </w:t>
            </w:r>
            <w:r>
              <w:t>«</w:t>
            </w:r>
            <w:r w:rsidRPr="00D13FCA">
              <w:t>Вскапывание прис</w:t>
            </w:r>
            <w:r>
              <w:t>твольных кругов на школьном УОУ»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153EA6">
            <w:pPr>
              <w:pStyle w:val="NoSpacing"/>
            </w:pPr>
            <w:r w:rsidRPr="00D81695">
              <w:t xml:space="preserve">Практическая работа </w:t>
            </w:r>
            <w:r>
              <w:t>«</w:t>
            </w:r>
            <w:r w:rsidRPr="00D13FCA">
              <w:t>Вскапывание прис</w:t>
            </w:r>
            <w:r>
              <w:t>твольных кругов на школьном УОУ».</w:t>
            </w:r>
          </w:p>
        </w:tc>
        <w:tc>
          <w:tcPr>
            <w:tcW w:w="3261" w:type="dxa"/>
          </w:tcPr>
          <w:p w:rsidR="00014C11" w:rsidRPr="00872AE3" w:rsidRDefault="00014C11" w:rsidP="00D13FCA">
            <w:pPr>
              <w:pStyle w:val="NoSpacing"/>
            </w:pPr>
            <w:r w:rsidRPr="00872AE3">
              <w:t>Коррекция навыка выполнения практической работы, умения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64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7.2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81695">
              <w:t xml:space="preserve">Практическая работа </w:t>
            </w:r>
            <w:r>
              <w:t>«</w:t>
            </w:r>
            <w:r w:rsidRPr="00D13FCA">
              <w:t>Рыхление междурядий, прополка и др</w:t>
            </w:r>
            <w:r>
              <w:t>угие работы в саду и на участке»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153EA6">
            <w:pPr>
              <w:pStyle w:val="NoSpacing"/>
            </w:pPr>
            <w:r w:rsidRPr="00D81695">
              <w:t xml:space="preserve">Практическая работа </w:t>
            </w:r>
            <w:r>
              <w:t>«</w:t>
            </w:r>
            <w:r w:rsidRPr="00D13FCA">
              <w:t>Рыхление междурядий, прополка и др</w:t>
            </w:r>
            <w:r>
              <w:t>угие работы в саду и на участке».</w:t>
            </w:r>
          </w:p>
        </w:tc>
        <w:tc>
          <w:tcPr>
            <w:tcW w:w="3261" w:type="dxa"/>
          </w:tcPr>
          <w:p w:rsidR="00014C11" w:rsidRPr="00872AE3" w:rsidRDefault="00014C11" w:rsidP="00D13FCA">
            <w:pPr>
              <w:pStyle w:val="NoSpacing"/>
            </w:pPr>
            <w:r w:rsidRPr="00872AE3">
              <w:t>Коррекция навыка выполнения практической работы, умения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65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7.3</w:t>
            </w:r>
          </w:p>
        </w:tc>
        <w:tc>
          <w:tcPr>
            <w:tcW w:w="3118" w:type="dxa"/>
          </w:tcPr>
          <w:p w:rsidR="00014C11" w:rsidRPr="00D13FCA" w:rsidRDefault="00014C11" w:rsidP="00D13FCA">
            <w:pPr>
              <w:pStyle w:val="NoSpacing"/>
            </w:pPr>
            <w:r w:rsidRPr="00D81695">
              <w:t xml:space="preserve">Практическая работа </w:t>
            </w:r>
            <w:r>
              <w:t>«Уборка прошлогодней листвы»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153EA6">
            <w:pPr>
              <w:pStyle w:val="NoSpacing"/>
            </w:pPr>
            <w:r w:rsidRPr="00D81695">
              <w:t xml:space="preserve">Практическая работа </w:t>
            </w:r>
            <w:r>
              <w:t>«Уборка прошлогодней листвы».</w:t>
            </w:r>
          </w:p>
        </w:tc>
        <w:tc>
          <w:tcPr>
            <w:tcW w:w="3261" w:type="dxa"/>
          </w:tcPr>
          <w:p w:rsidR="00014C11" w:rsidRPr="00872AE3" w:rsidRDefault="00014C11" w:rsidP="00D13FCA">
            <w:pPr>
              <w:pStyle w:val="NoSpacing"/>
            </w:pPr>
            <w:r w:rsidRPr="00872AE3">
              <w:t>Коррекция навыка выполнения практической работы, умения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BBC">
            <w:pPr>
              <w:jc w:val="both"/>
              <w:rPr>
                <w:b/>
              </w:rPr>
            </w:pPr>
          </w:p>
        </w:tc>
      </w:tr>
      <w:tr w:rsidR="00014C11" w:rsidRPr="00D13FCA" w:rsidTr="00D13BBC">
        <w:tc>
          <w:tcPr>
            <w:tcW w:w="993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66</w:t>
            </w:r>
          </w:p>
        </w:tc>
        <w:tc>
          <w:tcPr>
            <w:tcW w:w="851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 w:rsidRPr="00D13BBC">
              <w:rPr>
                <w:b/>
              </w:rPr>
              <w:t>7.4</w:t>
            </w:r>
          </w:p>
        </w:tc>
        <w:tc>
          <w:tcPr>
            <w:tcW w:w="3118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  <w:r>
              <w:t>Экскурсия «</w:t>
            </w:r>
            <w:r w:rsidRPr="00D13FCA">
              <w:t>Весенняя работа в саду</w:t>
            </w:r>
            <w:r>
              <w:t>»</w:t>
            </w:r>
            <w:r w:rsidRPr="00D13FCA">
              <w:t>.</w:t>
            </w:r>
          </w:p>
        </w:tc>
        <w:tc>
          <w:tcPr>
            <w:tcW w:w="993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1</w:t>
            </w:r>
          </w:p>
        </w:tc>
        <w:tc>
          <w:tcPr>
            <w:tcW w:w="1559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Урок - практикум</w:t>
            </w:r>
          </w:p>
        </w:tc>
        <w:tc>
          <w:tcPr>
            <w:tcW w:w="3685" w:type="dxa"/>
          </w:tcPr>
          <w:p w:rsidR="00014C11" w:rsidRPr="00D13FCA" w:rsidRDefault="00014C11" w:rsidP="00D13FCA">
            <w:pPr>
              <w:pStyle w:val="NoSpacing"/>
            </w:pPr>
            <w:r w:rsidRPr="00D81695">
              <w:t>Экскурсия «Весенняя работа в саду».</w:t>
            </w:r>
          </w:p>
        </w:tc>
        <w:tc>
          <w:tcPr>
            <w:tcW w:w="3261" w:type="dxa"/>
          </w:tcPr>
          <w:p w:rsidR="00014C11" w:rsidRPr="00D13FCA" w:rsidRDefault="00014C11" w:rsidP="00D13FCA">
            <w:pPr>
              <w:pStyle w:val="NoSpacing"/>
            </w:pPr>
            <w:r w:rsidRPr="00D13FCA">
              <w:t>Коррекция навыка выполнения практической работы, умения применять полученные знания на практике.</w:t>
            </w:r>
          </w:p>
        </w:tc>
        <w:tc>
          <w:tcPr>
            <w:tcW w:w="1134" w:type="dxa"/>
          </w:tcPr>
          <w:p w:rsidR="00014C11" w:rsidRPr="00D13BBC" w:rsidRDefault="00014C11" w:rsidP="00D13FCA">
            <w:pPr>
              <w:pStyle w:val="NoSpacing"/>
              <w:rPr>
                <w:b/>
              </w:rPr>
            </w:pPr>
          </w:p>
        </w:tc>
      </w:tr>
    </w:tbl>
    <w:p w:rsidR="00014C11" w:rsidRDefault="00014C11"/>
    <w:p w:rsidR="00014C11" w:rsidRDefault="00014C11"/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</w:pPr>
      <w:bookmarkStart w:id="0" w:name="_GoBack"/>
      <w:bookmarkEnd w:id="0"/>
      <w:r>
        <w:t xml:space="preserve">Описание материально-технического и учебно-методического обеспечения Рабочей программы </w:t>
      </w:r>
    </w:p>
    <w:p w:rsidR="00014C11" w:rsidRDefault="00014C11" w:rsidP="001046DB">
      <w:pPr>
        <w:pStyle w:val="NoSpacing"/>
      </w:pPr>
    </w:p>
    <w:p w:rsidR="00014C11" w:rsidRDefault="00014C11" w:rsidP="001046DB">
      <w:pPr>
        <w:pStyle w:val="NoSpacing"/>
        <w:rPr>
          <w:i/>
        </w:rPr>
      </w:pPr>
      <w:r>
        <w:rPr>
          <w:i/>
        </w:rPr>
        <w:t>Библиографический список методических и учебных пособий, используемых в образовательном процессе</w:t>
      </w:r>
    </w:p>
    <w:p w:rsidR="00014C11" w:rsidRPr="00A01915" w:rsidRDefault="00014C11" w:rsidP="001046DB">
      <w:pPr>
        <w:pStyle w:val="NoSpacing"/>
      </w:pPr>
      <w:r>
        <w:t>1.</w:t>
      </w:r>
      <w:r w:rsidRPr="00A01915">
        <w:t>Программа для 5-9 классов специальных (коррекционных) образовательных учреждений 8 вида. Биология. Растения. Бактерии. Грибы. Автор В.В. Воронкова, Л.В. Кмыт</w:t>
      </w:r>
      <w:r>
        <w:t>юк, Т.В. Шевырева.  Владос, 2012</w:t>
      </w:r>
      <w:r w:rsidRPr="00A01915">
        <w:t>г</w:t>
      </w:r>
    </w:p>
    <w:p w:rsidR="00014C11" w:rsidRPr="00A01915" w:rsidRDefault="00014C11" w:rsidP="001046DB">
      <w:pPr>
        <w:pStyle w:val="NoSpacing"/>
      </w:pPr>
      <w:r>
        <w:t>2. «</w:t>
      </w:r>
      <w:r w:rsidRPr="00A01915">
        <w:t xml:space="preserve"> Биол</w:t>
      </w:r>
      <w:r>
        <w:t>огия. Растения. Бактерии. Грибы» для</w:t>
      </w:r>
      <w:r w:rsidRPr="00A01915">
        <w:t xml:space="preserve"> 7 класс</w:t>
      </w:r>
      <w:r>
        <w:t xml:space="preserve">ов специальных (коррекционных) образовательных учреждений </w:t>
      </w:r>
      <w:r>
        <w:rPr>
          <w:lang w:val="en-US"/>
        </w:rPr>
        <w:t>VIII</w:t>
      </w:r>
      <w:r>
        <w:t>вида/ Авт.-сост.</w:t>
      </w:r>
      <w:r w:rsidRPr="00A01915">
        <w:t>З.А. Клепинина- М.: Просвещение, 2006 г.</w:t>
      </w:r>
    </w:p>
    <w:p w:rsidR="00014C11" w:rsidRDefault="00014C11" w:rsidP="001046DB">
      <w:pPr>
        <w:pStyle w:val="NoSpacing"/>
        <w:rPr>
          <w:u w:val="single"/>
        </w:rPr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>Оборудование и приборы</w:t>
      </w:r>
    </w:p>
    <w:p w:rsidR="00014C11" w:rsidRPr="00AD252B" w:rsidRDefault="00014C11" w:rsidP="001046DB">
      <w:pPr>
        <w:pStyle w:val="NoSpacing"/>
        <w:rPr>
          <w:kern w:val="24"/>
        </w:rPr>
      </w:pPr>
      <w:r w:rsidRPr="00AD252B">
        <w:rPr>
          <w:kern w:val="24"/>
        </w:rPr>
        <w:t>1.Мультимедийный проектор</w:t>
      </w:r>
    </w:p>
    <w:p w:rsidR="00014C11" w:rsidRPr="00AD252B" w:rsidRDefault="00014C11" w:rsidP="001046DB">
      <w:pPr>
        <w:pStyle w:val="NoSpacing"/>
        <w:rPr>
          <w:kern w:val="24"/>
        </w:rPr>
      </w:pPr>
      <w:r w:rsidRPr="00AD252B">
        <w:rPr>
          <w:kern w:val="24"/>
        </w:rPr>
        <w:t>2.Компьютер</w:t>
      </w:r>
    </w:p>
    <w:p w:rsidR="00014C11" w:rsidRPr="00AD252B" w:rsidRDefault="00014C11" w:rsidP="001046DB">
      <w:pPr>
        <w:pStyle w:val="NoSpacing"/>
        <w:rPr>
          <w:kern w:val="24"/>
        </w:rPr>
      </w:pPr>
      <w:r w:rsidRPr="00AD252B">
        <w:rPr>
          <w:kern w:val="24"/>
        </w:rPr>
        <w:t>3.Экран</w:t>
      </w:r>
    </w:p>
    <w:p w:rsidR="00014C11" w:rsidRDefault="00014C11" w:rsidP="001046DB">
      <w:pPr>
        <w:pStyle w:val="NoSpacing"/>
        <w:rPr>
          <w:u w:val="single"/>
        </w:rPr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 xml:space="preserve">Дидактический материал </w:t>
      </w:r>
    </w:p>
    <w:p w:rsidR="00014C11" w:rsidRDefault="00014C11" w:rsidP="001046DB">
      <w:pPr>
        <w:pStyle w:val="NoSpacing"/>
        <w:rPr>
          <w:color w:val="000000"/>
          <w:kern w:val="24"/>
        </w:rPr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 xml:space="preserve">Цифровые образовательные ресурсы </w:t>
      </w:r>
    </w:p>
    <w:p w:rsidR="00014C11" w:rsidRDefault="00014C11" w:rsidP="001046DB">
      <w:pPr>
        <w:pStyle w:val="NoSpacing"/>
        <w:rPr>
          <w:color w:val="000000"/>
          <w:kern w:val="24"/>
        </w:rPr>
      </w:pPr>
      <w:r>
        <w:rPr>
          <w:color w:val="000000"/>
          <w:kern w:val="24"/>
        </w:rPr>
        <w:t>Презентации по изучаемым темам курса.</w:t>
      </w:r>
    </w:p>
    <w:p w:rsidR="00014C11" w:rsidRDefault="00014C11" w:rsidP="001046DB">
      <w:pPr>
        <w:pStyle w:val="NoSpacing"/>
        <w:rPr>
          <w:color w:val="000000"/>
          <w:kern w:val="24"/>
        </w:rPr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>Интернет-ресурсы</w:t>
      </w:r>
    </w:p>
    <w:p w:rsidR="00014C11" w:rsidRPr="00407F40" w:rsidRDefault="00014C11" w:rsidP="001046DB">
      <w:pPr>
        <w:pStyle w:val="NoSpacing"/>
        <w:rPr>
          <w:kern w:val="24"/>
        </w:rPr>
      </w:pPr>
      <w:r w:rsidRPr="00407F40">
        <w:rPr>
          <w:kern w:val="24"/>
        </w:rPr>
        <w:t>http://nsportal.ru/</w:t>
      </w:r>
    </w:p>
    <w:p w:rsidR="00014C11" w:rsidRPr="00407F40" w:rsidRDefault="00014C11" w:rsidP="001046DB">
      <w:pPr>
        <w:pStyle w:val="NoSpacing"/>
        <w:rPr>
          <w:kern w:val="24"/>
        </w:rPr>
      </w:pPr>
      <w:r w:rsidRPr="00407F40">
        <w:t>интернет портал «</w:t>
      </w:r>
      <w:r w:rsidRPr="00407F40">
        <w:rPr>
          <w:lang w:val="en-US"/>
        </w:rPr>
        <w:t>Pro</w:t>
      </w:r>
      <w:r w:rsidRPr="00407F40">
        <w:t xml:space="preserve"> школу.</w:t>
      </w:r>
      <w:r w:rsidRPr="00407F40">
        <w:rPr>
          <w:lang w:val="en-US"/>
        </w:rPr>
        <w:t>ru</w:t>
      </w:r>
      <w:r w:rsidRPr="00407F40">
        <w:t xml:space="preserve">», </w:t>
      </w:r>
      <w:r w:rsidRPr="00407F40">
        <w:rPr>
          <w:lang w:val="en-US"/>
        </w:rPr>
        <w:t>http</w:t>
      </w:r>
      <w:r w:rsidRPr="00407F40">
        <w:t>://</w:t>
      </w:r>
      <w:r w:rsidRPr="00407F40">
        <w:rPr>
          <w:lang w:val="en-US"/>
        </w:rPr>
        <w:t>www</w:t>
      </w:r>
      <w:r w:rsidRPr="00407F40">
        <w:t>.</w:t>
      </w:r>
      <w:r w:rsidRPr="00407F40">
        <w:rPr>
          <w:lang w:val="en-US"/>
        </w:rPr>
        <w:t>proshkolu</w:t>
      </w:r>
      <w:r w:rsidRPr="00407F40">
        <w:t>.</w:t>
      </w:r>
      <w:r w:rsidRPr="00407F40">
        <w:rPr>
          <w:lang w:val="en-US"/>
        </w:rPr>
        <w:t>ru</w:t>
      </w:r>
    </w:p>
    <w:p w:rsidR="00014C11" w:rsidRPr="00407F40" w:rsidRDefault="00014C11" w:rsidP="001046DB">
      <w:pPr>
        <w:pStyle w:val="NoSpacing"/>
        <w:rPr>
          <w:color w:val="7030A0"/>
        </w:rPr>
      </w:pPr>
      <w:r w:rsidRPr="00407F40">
        <w:rPr>
          <w:kern w:val="24"/>
        </w:rPr>
        <w:t xml:space="preserve">интернет портал </w:t>
      </w:r>
      <w:r w:rsidRPr="00407F40">
        <w:t>завуч.инфо,</w:t>
      </w:r>
      <w:hyperlink r:id="rId6" w:history="1">
        <w:r w:rsidRPr="00407F40">
          <w:rPr>
            <w:rStyle w:val="Hyperlink"/>
            <w:b/>
            <w:bCs/>
          </w:rPr>
          <w:t>http://www.zavuch.ru</w:t>
        </w:r>
      </w:hyperlink>
    </w:p>
    <w:p w:rsidR="00014C11" w:rsidRDefault="00014C11" w:rsidP="001046DB">
      <w:pPr>
        <w:pStyle w:val="NoSpacing"/>
        <w:rPr>
          <w:color w:val="000000"/>
          <w:kern w:val="24"/>
        </w:rPr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>Литература, рекомендованная для учащихся</w:t>
      </w:r>
    </w:p>
    <w:p w:rsidR="00014C11" w:rsidRPr="00A01915" w:rsidRDefault="00014C11" w:rsidP="001046DB">
      <w:pPr>
        <w:pStyle w:val="NoSpacing"/>
      </w:pPr>
      <w:r>
        <w:rPr>
          <w:color w:val="000000"/>
          <w:kern w:val="24"/>
        </w:rPr>
        <w:t>1.</w:t>
      </w:r>
      <w:r>
        <w:t>«</w:t>
      </w:r>
      <w:r w:rsidRPr="00A01915">
        <w:t xml:space="preserve"> Биол</w:t>
      </w:r>
      <w:r>
        <w:t>огия. Растения. Бактерии. Грибы» для</w:t>
      </w:r>
      <w:r w:rsidRPr="00A01915">
        <w:t xml:space="preserve"> 7 класс</w:t>
      </w:r>
      <w:r>
        <w:t xml:space="preserve">ов специальных (коррекционных) образовательных учреждений </w:t>
      </w:r>
      <w:r>
        <w:rPr>
          <w:lang w:val="en-US"/>
        </w:rPr>
        <w:t>VIII</w:t>
      </w:r>
      <w:r>
        <w:t>вида/ Авт.-сост.</w:t>
      </w:r>
      <w:r w:rsidRPr="00A01915">
        <w:t>З.А. Клепинина- М.: Просвещение, 2006 г.</w:t>
      </w:r>
    </w:p>
    <w:p w:rsidR="00014C11" w:rsidRPr="006D64AB" w:rsidRDefault="00014C11" w:rsidP="001046DB">
      <w:pPr>
        <w:pStyle w:val="NoSpacing"/>
      </w:pPr>
    </w:p>
    <w:p w:rsidR="00014C11" w:rsidRDefault="00014C11" w:rsidP="001046DB">
      <w:pPr>
        <w:pStyle w:val="NoSpacing"/>
        <w:rPr>
          <w:i/>
          <w:color w:val="000000"/>
          <w:kern w:val="24"/>
        </w:rPr>
      </w:pPr>
      <w:r>
        <w:rPr>
          <w:i/>
          <w:color w:val="000000"/>
          <w:kern w:val="24"/>
        </w:rPr>
        <w:t>Литература, использованная при подготовке программы</w:t>
      </w:r>
    </w:p>
    <w:p w:rsidR="00014C11" w:rsidRPr="00407F40" w:rsidRDefault="00014C11" w:rsidP="001046DB">
      <w:pPr>
        <w:pStyle w:val="NoSpacing"/>
      </w:pPr>
      <w:r w:rsidRPr="00407F40">
        <w:t>1.Программа для 5-9 классов специальных (коррекционных) образовательных учреждений 8 вида.</w:t>
      </w:r>
      <w:r>
        <w:t xml:space="preserve"> Биология. Растения. Бактерии. Грибы</w:t>
      </w:r>
      <w:r w:rsidRPr="00407F40">
        <w:t>. Автор В.В. Воронкова, Л.В. Кмы</w:t>
      </w:r>
      <w:r>
        <w:t>тюк, Т.В. Шевырева. Владос, 2012</w:t>
      </w:r>
      <w:r w:rsidRPr="00407F40">
        <w:t>г</w:t>
      </w:r>
    </w:p>
    <w:p w:rsidR="00014C11" w:rsidRDefault="00014C11" w:rsidP="009378FF">
      <w:pPr>
        <w:rPr>
          <w:b/>
          <w:color w:val="000000"/>
          <w:kern w:val="24"/>
        </w:rPr>
      </w:pPr>
    </w:p>
    <w:p w:rsidR="00014C11" w:rsidRDefault="00014C11" w:rsidP="009378FF">
      <w:pPr>
        <w:rPr>
          <w:b/>
          <w:color w:val="000000"/>
          <w:kern w:val="24"/>
        </w:rPr>
      </w:pPr>
    </w:p>
    <w:p w:rsidR="00014C11" w:rsidRDefault="00014C11"/>
    <w:sectPr w:rsidR="00014C11" w:rsidSect="005220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5414F15"/>
    <w:multiLevelType w:val="hybridMultilevel"/>
    <w:tmpl w:val="38A44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C2059"/>
    <w:multiLevelType w:val="hybridMultilevel"/>
    <w:tmpl w:val="D7B0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432CE"/>
    <w:multiLevelType w:val="hybridMultilevel"/>
    <w:tmpl w:val="76FAC9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1D41C36"/>
    <w:multiLevelType w:val="hybridMultilevel"/>
    <w:tmpl w:val="F81E51D8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>
    <w:nsid w:val="12197A9D"/>
    <w:multiLevelType w:val="hybridMultilevel"/>
    <w:tmpl w:val="E7D09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52FF4"/>
    <w:multiLevelType w:val="hybridMultilevel"/>
    <w:tmpl w:val="09E29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593BD8"/>
    <w:multiLevelType w:val="hybridMultilevel"/>
    <w:tmpl w:val="EEB8C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6320B"/>
    <w:multiLevelType w:val="hybridMultilevel"/>
    <w:tmpl w:val="0EC85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722BA"/>
    <w:multiLevelType w:val="hybridMultilevel"/>
    <w:tmpl w:val="CBE0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F2B7F"/>
    <w:multiLevelType w:val="hybridMultilevel"/>
    <w:tmpl w:val="110A1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D2482"/>
    <w:multiLevelType w:val="hybridMultilevel"/>
    <w:tmpl w:val="917CE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727FA"/>
    <w:multiLevelType w:val="hybridMultilevel"/>
    <w:tmpl w:val="B7C4901C"/>
    <w:lvl w:ilvl="0" w:tplc="176A7F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CD569F"/>
    <w:multiLevelType w:val="hybridMultilevel"/>
    <w:tmpl w:val="F44A6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76AAB"/>
    <w:multiLevelType w:val="hybridMultilevel"/>
    <w:tmpl w:val="E9644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30342"/>
    <w:multiLevelType w:val="hybridMultilevel"/>
    <w:tmpl w:val="9780B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E6BA4"/>
    <w:multiLevelType w:val="hybridMultilevel"/>
    <w:tmpl w:val="184A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16354"/>
    <w:multiLevelType w:val="hybridMultilevel"/>
    <w:tmpl w:val="4F828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6D4351"/>
    <w:multiLevelType w:val="hybridMultilevel"/>
    <w:tmpl w:val="7FDA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8445E1"/>
    <w:multiLevelType w:val="hybridMultilevel"/>
    <w:tmpl w:val="69F2D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B6CE7"/>
    <w:multiLevelType w:val="hybridMultilevel"/>
    <w:tmpl w:val="385E0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853800"/>
    <w:multiLevelType w:val="hybridMultilevel"/>
    <w:tmpl w:val="DFC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A6A41"/>
    <w:multiLevelType w:val="hybridMultilevel"/>
    <w:tmpl w:val="8B9E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75131D"/>
    <w:multiLevelType w:val="hybridMultilevel"/>
    <w:tmpl w:val="8DC8A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32B56"/>
    <w:multiLevelType w:val="hybridMultilevel"/>
    <w:tmpl w:val="2DDE2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066ADD"/>
    <w:multiLevelType w:val="hybridMultilevel"/>
    <w:tmpl w:val="DE2E1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8D6018"/>
    <w:multiLevelType w:val="hybridMultilevel"/>
    <w:tmpl w:val="77E40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696821"/>
    <w:multiLevelType w:val="hybridMultilevel"/>
    <w:tmpl w:val="8612D75A"/>
    <w:lvl w:ilvl="0" w:tplc="8548908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0164AC3"/>
    <w:multiLevelType w:val="hybridMultilevel"/>
    <w:tmpl w:val="20BC2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31D34"/>
    <w:multiLevelType w:val="hybridMultilevel"/>
    <w:tmpl w:val="BF42D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46D1A"/>
    <w:multiLevelType w:val="hybridMultilevel"/>
    <w:tmpl w:val="35320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F5BC9"/>
    <w:multiLevelType w:val="hybridMultilevel"/>
    <w:tmpl w:val="8612D75A"/>
    <w:lvl w:ilvl="0" w:tplc="8548908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7CA4ABD"/>
    <w:multiLevelType w:val="hybridMultilevel"/>
    <w:tmpl w:val="67F6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4242E2"/>
    <w:multiLevelType w:val="hybridMultilevel"/>
    <w:tmpl w:val="1C928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6"/>
  </w:num>
  <w:num w:numId="4">
    <w:abstractNumId w:val="15"/>
  </w:num>
  <w:num w:numId="5">
    <w:abstractNumId w:val="3"/>
  </w:num>
  <w:num w:numId="6">
    <w:abstractNumId w:val="5"/>
  </w:num>
  <w:num w:numId="7">
    <w:abstractNumId w:val="30"/>
  </w:num>
  <w:num w:numId="8">
    <w:abstractNumId w:val="29"/>
  </w:num>
  <w:num w:numId="9">
    <w:abstractNumId w:val="10"/>
  </w:num>
  <w:num w:numId="10">
    <w:abstractNumId w:val="25"/>
  </w:num>
  <w:num w:numId="11">
    <w:abstractNumId w:val="16"/>
  </w:num>
  <w:num w:numId="12">
    <w:abstractNumId w:val="8"/>
  </w:num>
  <w:num w:numId="13">
    <w:abstractNumId w:val="12"/>
  </w:num>
  <w:num w:numId="14">
    <w:abstractNumId w:val="22"/>
  </w:num>
  <w:num w:numId="15">
    <w:abstractNumId w:val="24"/>
  </w:num>
  <w:num w:numId="16">
    <w:abstractNumId w:val="19"/>
  </w:num>
  <w:num w:numId="17">
    <w:abstractNumId w:val="6"/>
  </w:num>
  <w:num w:numId="18">
    <w:abstractNumId w:val="27"/>
  </w:num>
  <w:num w:numId="19">
    <w:abstractNumId w:val="23"/>
  </w:num>
  <w:num w:numId="20">
    <w:abstractNumId w:val="21"/>
  </w:num>
  <w:num w:numId="21">
    <w:abstractNumId w:val="34"/>
  </w:num>
  <w:num w:numId="22">
    <w:abstractNumId w:val="13"/>
  </w:num>
  <w:num w:numId="23">
    <w:abstractNumId w:val="18"/>
  </w:num>
  <w:num w:numId="24">
    <w:abstractNumId w:val="2"/>
  </w:num>
  <w:num w:numId="25">
    <w:abstractNumId w:val="4"/>
  </w:num>
  <w:num w:numId="26">
    <w:abstractNumId w:val="0"/>
  </w:num>
  <w:num w:numId="27">
    <w:abstractNumId w:val="9"/>
  </w:num>
  <w:num w:numId="28">
    <w:abstractNumId w:val="11"/>
  </w:num>
  <w:num w:numId="29">
    <w:abstractNumId w:val="20"/>
  </w:num>
  <w:num w:numId="30">
    <w:abstractNumId w:val="17"/>
  </w:num>
  <w:num w:numId="31">
    <w:abstractNumId w:val="33"/>
  </w:num>
  <w:num w:numId="32">
    <w:abstractNumId w:val="31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0DA"/>
    <w:rsid w:val="00000133"/>
    <w:rsid w:val="00001999"/>
    <w:rsid w:val="00001A4D"/>
    <w:rsid w:val="0000216A"/>
    <w:rsid w:val="00003965"/>
    <w:rsid w:val="0000396C"/>
    <w:rsid w:val="000043EF"/>
    <w:rsid w:val="00006A5F"/>
    <w:rsid w:val="000074E6"/>
    <w:rsid w:val="00007858"/>
    <w:rsid w:val="00007C6E"/>
    <w:rsid w:val="000100C4"/>
    <w:rsid w:val="00010365"/>
    <w:rsid w:val="00010601"/>
    <w:rsid w:val="000115D9"/>
    <w:rsid w:val="00011614"/>
    <w:rsid w:val="00011962"/>
    <w:rsid w:val="00012279"/>
    <w:rsid w:val="00012D33"/>
    <w:rsid w:val="000139B7"/>
    <w:rsid w:val="00013B74"/>
    <w:rsid w:val="00014892"/>
    <w:rsid w:val="00014AED"/>
    <w:rsid w:val="00014C11"/>
    <w:rsid w:val="0001575E"/>
    <w:rsid w:val="000161DA"/>
    <w:rsid w:val="00017B16"/>
    <w:rsid w:val="00020091"/>
    <w:rsid w:val="0002163C"/>
    <w:rsid w:val="00021ABD"/>
    <w:rsid w:val="00022C4D"/>
    <w:rsid w:val="0002400D"/>
    <w:rsid w:val="0002434B"/>
    <w:rsid w:val="00024FE4"/>
    <w:rsid w:val="00025274"/>
    <w:rsid w:val="00025456"/>
    <w:rsid w:val="00025DF5"/>
    <w:rsid w:val="000272E6"/>
    <w:rsid w:val="000314EF"/>
    <w:rsid w:val="00031A9D"/>
    <w:rsid w:val="000327F5"/>
    <w:rsid w:val="00033AEE"/>
    <w:rsid w:val="00033C3B"/>
    <w:rsid w:val="00033E95"/>
    <w:rsid w:val="00034788"/>
    <w:rsid w:val="0003488E"/>
    <w:rsid w:val="0003541F"/>
    <w:rsid w:val="0003716E"/>
    <w:rsid w:val="00037664"/>
    <w:rsid w:val="00037BD0"/>
    <w:rsid w:val="00040525"/>
    <w:rsid w:val="000405D2"/>
    <w:rsid w:val="00040B3F"/>
    <w:rsid w:val="000416DD"/>
    <w:rsid w:val="00041714"/>
    <w:rsid w:val="00042321"/>
    <w:rsid w:val="00043111"/>
    <w:rsid w:val="0004356B"/>
    <w:rsid w:val="00045794"/>
    <w:rsid w:val="00046EC2"/>
    <w:rsid w:val="00050D43"/>
    <w:rsid w:val="0005168B"/>
    <w:rsid w:val="000521C3"/>
    <w:rsid w:val="000526A8"/>
    <w:rsid w:val="000538A3"/>
    <w:rsid w:val="0005459F"/>
    <w:rsid w:val="00055471"/>
    <w:rsid w:val="00056678"/>
    <w:rsid w:val="000568EA"/>
    <w:rsid w:val="0005715F"/>
    <w:rsid w:val="000603FA"/>
    <w:rsid w:val="00063679"/>
    <w:rsid w:val="0006406D"/>
    <w:rsid w:val="00066684"/>
    <w:rsid w:val="000668E0"/>
    <w:rsid w:val="0006722A"/>
    <w:rsid w:val="0007060C"/>
    <w:rsid w:val="000714BA"/>
    <w:rsid w:val="00071C51"/>
    <w:rsid w:val="000757B5"/>
    <w:rsid w:val="000767EB"/>
    <w:rsid w:val="00076EA7"/>
    <w:rsid w:val="000771E4"/>
    <w:rsid w:val="000778F5"/>
    <w:rsid w:val="00077DAE"/>
    <w:rsid w:val="00080A77"/>
    <w:rsid w:val="00080D13"/>
    <w:rsid w:val="00081229"/>
    <w:rsid w:val="000815DE"/>
    <w:rsid w:val="0008215B"/>
    <w:rsid w:val="00082AB5"/>
    <w:rsid w:val="00083D05"/>
    <w:rsid w:val="00084CBA"/>
    <w:rsid w:val="000850D8"/>
    <w:rsid w:val="0008530B"/>
    <w:rsid w:val="00085D30"/>
    <w:rsid w:val="0008602E"/>
    <w:rsid w:val="00086640"/>
    <w:rsid w:val="000866DC"/>
    <w:rsid w:val="00086831"/>
    <w:rsid w:val="000874B4"/>
    <w:rsid w:val="00090B94"/>
    <w:rsid w:val="000917B9"/>
    <w:rsid w:val="00091A98"/>
    <w:rsid w:val="00091E92"/>
    <w:rsid w:val="00091F5E"/>
    <w:rsid w:val="000927FA"/>
    <w:rsid w:val="00093777"/>
    <w:rsid w:val="00093AA5"/>
    <w:rsid w:val="00094B50"/>
    <w:rsid w:val="00095ABE"/>
    <w:rsid w:val="00096503"/>
    <w:rsid w:val="00096938"/>
    <w:rsid w:val="00096A1B"/>
    <w:rsid w:val="00096CDA"/>
    <w:rsid w:val="000973FD"/>
    <w:rsid w:val="000974EB"/>
    <w:rsid w:val="00097CE4"/>
    <w:rsid w:val="00097DCC"/>
    <w:rsid w:val="00097E1A"/>
    <w:rsid w:val="000A00F6"/>
    <w:rsid w:val="000A0590"/>
    <w:rsid w:val="000A110D"/>
    <w:rsid w:val="000A2277"/>
    <w:rsid w:val="000A29F8"/>
    <w:rsid w:val="000A30FD"/>
    <w:rsid w:val="000A3681"/>
    <w:rsid w:val="000A597B"/>
    <w:rsid w:val="000A5FAD"/>
    <w:rsid w:val="000A7A54"/>
    <w:rsid w:val="000B0E05"/>
    <w:rsid w:val="000B3D74"/>
    <w:rsid w:val="000B3E3D"/>
    <w:rsid w:val="000B51B8"/>
    <w:rsid w:val="000B673F"/>
    <w:rsid w:val="000B7671"/>
    <w:rsid w:val="000C2D87"/>
    <w:rsid w:val="000C49F5"/>
    <w:rsid w:val="000C55D8"/>
    <w:rsid w:val="000C5AEF"/>
    <w:rsid w:val="000C62F0"/>
    <w:rsid w:val="000C6E00"/>
    <w:rsid w:val="000D0AB0"/>
    <w:rsid w:val="000D0D34"/>
    <w:rsid w:val="000D13E1"/>
    <w:rsid w:val="000D165A"/>
    <w:rsid w:val="000D1795"/>
    <w:rsid w:val="000D4C56"/>
    <w:rsid w:val="000D545D"/>
    <w:rsid w:val="000D55BA"/>
    <w:rsid w:val="000D5D63"/>
    <w:rsid w:val="000E0053"/>
    <w:rsid w:val="000E0B8A"/>
    <w:rsid w:val="000E22D0"/>
    <w:rsid w:val="000E2E1D"/>
    <w:rsid w:val="000E3456"/>
    <w:rsid w:val="000E3721"/>
    <w:rsid w:val="000E396D"/>
    <w:rsid w:val="000E4DB1"/>
    <w:rsid w:val="000E572A"/>
    <w:rsid w:val="000E592A"/>
    <w:rsid w:val="000E5AC0"/>
    <w:rsid w:val="000E5AE9"/>
    <w:rsid w:val="000E5BE4"/>
    <w:rsid w:val="000E5DBB"/>
    <w:rsid w:val="000E727F"/>
    <w:rsid w:val="000E7B90"/>
    <w:rsid w:val="000E7DF4"/>
    <w:rsid w:val="000F1AFC"/>
    <w:rsid w:val="000F1BEA"/>
    <w:rsid w:val="000F30CF"/>
    <w:rsid w:val="000F4068"/>
    <w:rsid w:val="000F480B"/>
    <w:rsid w:val="000F4AF3"/>
    <w:rsid w:val="000F4C42"/>
    <w:rsid w:val="000F5503"/>
    <w:rsid w:val="001000AF"/>
    <w:rsid w:val="001000F2"/>
    <w:rsid w:val="001004A3"/>
    <w:rsid w:val="0010072E"/>
    <w:rsid w:val="00102017"/>
    <w:rsid w:val="00103A9C"/>
    <w:rsid w:val="001046DB"/>
    <w:rsid w:val="00104D80"/>
    <w:rsid w:val="00105699"/>
    <w:rsid w:val="001065F0"/>
    <w:rsid w:val="001075C0"/>
    <w:rsid w:val="00107BF7"/>
    <w:rsid w:val="00110A62"/>
    <w:rsid w:val="00110AF7"/>
    <w:rsid w:val="00111095"/>
    <w:rsid w:val="001113CF"/>
    <w:rsid w:val="00111431"/>
    <w:rsid w:val="001114BD"/>
    <w:rsid w:val="00111C3F"/>
    <w:rsid w:val="00112BAE"/>
    <w:rsid w:val="00112CC2"/>
    <w:rsid w:val="00114EAD"/>
    <w:rsid w:val="00115036"/>
    <w:rsid w:val="0011555C"/>
    <w:rsid w:val="00115E20"/>
    <w:rsid w:val="0011624E"/>
    <w:rsid w:val="0011710B"/>
    <w:rsid w:val="0012027B"/>
    <w:rsid w:val="00120711"/>
    <w:rsid w:val="00120820"/>
    <w:rsid w:val="001211CC"/>
    <w:rsid w:val="00121830"/>
    <w:rsid w:val="00125A67"/>
    <w:rsid w:val="00126A59"/>
    <w:rsid w:val="00127253"/>
    <w:rsid w:val="0013017E"/>
    <w:rsid w:val="00131CEB"/>
    <w:rsid w:val="00131FEC"/>
    <w:rsid w:val="00132179"/>
    <w:rsid w:val="00133030"/>
    <w:rsid w:val="00133A12"/>
    <w:rsid w:val="00135079"/>
    <w:rsid w:val="001353E6"/>
    <w:rsid w:val="0013780A"/>
    <w:rsid w:val="00137BCA"/>
    <w:rsid w:val="00137FFC"/>
    <w:rsid w:val="00140089"/>
    <w:rsid w:val="00140592"/>
    <w:rsid w:val="00140696"/>
    <w:rsid w:val="00140DD1"/>
    <w:rsid w:val="00140E2D"/>
    <w:rsid w:val="00140EC0"/>
    <w:rsid w:val="00141304"/>
    <w:rsid w:val="00143390"/>
    <w:rsid w:val="001439FA"/>
    <w:rsid w:val="001442FE"/>
    <w:rsid w:val="00144888"/>
    <w:rsid w:val="00145979"/>
    <w:rsid w:val="00145E3C"/>
    <w:rsid w:val="0014687B"/>
    <w:rsid w:val="001468F6"/>
    <w:rsid w:val="00146B61"/>
    <w:rsid w:val="00146C00"/>
    <w:rsid w:val="001479BA"/>
    <w:rsid w:val="00147F63"/>
    <w:rsid w:val="001500F5"/>
    <w:rsid w:val="00153B07"/>
    <w:rsid w:val="00153EA6"/>
    <w:rsid w:val="001547F5"/>
    <w:rsid w:val="00154F25"/>
    <w:rsid w:val="0015517B"/>
    <w:rsid w:val="00156446"/>
    <w:rsid w:val="00156836"/>
    <w:rsid w:val="00157CCA"/>
    <w:rsid w:val="001608EB"/>
    <w:rsid w:val="00160F7D"/>
    <w:rsid w:val="0016122A"/>
    <w:rsid w:val="001622E1"/>
    <w:rsid w:val="00162B3D"/>
    <w:rsid w:val="00163A12"/>
    <w:rsid w:val="00164173"/>
    <w:rsid w:val="001672A2"/>
    <w:rsid w:val="00167471"/>
    <w:rsid w:val="001676D5"/>
    <w:rsid w:val="00167815"/>
    <w:rsid w:val="00170902"/>
    <w:rsid w:val="00170B5E"/>
    <w:rsid w:val="0017196C"/>
    <w:rsid w:val="00171E61"/>
    <w:rsid w:val="00174209"/>
    <w:rsid w:val="00174394"/>
    <w:rsid w:val="00175D1F"/>
    <w:rsid w:val="001762E7"/>
    <w:rsid w:val="00177139"/>
    <w:rsid w:val="0017758F"/>
    <w:rsid w:val="0018038D"/>
    <w:rsid w:val="00181A63"/>
    <w:rsid w:val="00181AC2"/>
    <w:rsid w:val="00181DD9"/>
    <w:rsid w:val="00182956"/>
    <w:rsid w:val="0018342F"/>
    <w:rsid w:val="00183D2E"/>
    <w:rsid w:val="00184025"/>
    <w:rsid w:val="00184608"/>
    <w:rsid w:val="001850A2"/>
    <w:rsid w:val="001854BB"/>
    <w:rsid w:val="00185A62"/>
    <w:rsid w:val="00186A4C"/>
    <w:rsid w:val="00186A8E"/>
    <w:rsid w:val="00186E47"/>
    <w:rsid w:val="00187662"/>
    <w:rsid w:val="00190145"/>
    <w:rsid w:val="00190622"/>
    <w:rsid w:val="00190E6A"/>
    <w:rsid w:val="001917E9"/>
    <w:rsid w:val="00191ABF"/>
    <w:rsid w:val="001921CB"/>
    <w:rsid w:val="0019242E"/>
    <w:rsid w:val="001926F9"/>
    <w:rsid w:val="001933AD"/>
    <w:rsid w:val="00193A7F"/>
    <w:rsid w:val="00193E8D"/>
    <w:rsid w:val="00194D91"/>
    <w:rsid w:val="00195A0D"/>
    <w:rsid w:val="00195B44"/>
    <w:rsid w:val="00196434"/>
    <w:rsid w:val="00197EA0"/>
    <w:rsid w:val="001A1794"/>
    <w:rsid w:val="001A2340"/>
    <w:rsid w:val="001A254C"/>
    <w:rsid w:val="001A4363"/>
    <w:rsid w:val="001A451A"/>
    <w:rsid w:val="001A4F91"/>
    <w:rsid w:val="001A5535"/>
    <w:rsid w:val="001A56CD"/>
    <w:rsid w:val="001A5C0B"/>
    <w:rsid w:val="001A5CF7"/>
    <w:rsid w:val="001A67A1"/>
    <w:rsid w:val="001A67B6"/>
    <w:rsid w:val="001A72B2"/>
    <w:rsid w:val="001B0592"/>
    <w:rsid w:val="001B179A"/>
    <w:rsid w:val="001B17A3"/>
    <w:rsid w:val="001B1B3F"/>
    <w:rsid w:val="001B1BE7"/>
    <w:rsid w:val="001B1D02"/>
    <w:rsid w:val="001B388A"/>
    <w:rsid w:val="001B3D1E"/>
    <w:rsid w:val="001B4044"/>
    <w:rsid w:val="001B4894"/>
    <w:rsid w:val="001B5178"/>
    <w:rsid w:val="001B571C"/>
    <w:rsid w:val="001B5B79"/>
    <w:rsid w:val="001B5FA8"/>
    <w:rsid w:val="001B6974"/>
    <w:rsid w:val="001B6EF1"/>
    <w:rsid w:val="001B74F0"/>
    <w:rsid w:val="001C3B55"/>
    <w:rsid w:val="001C422A"/>
    <w:rsid w:val="001C4B27"/>
    <w:rsid w:val="001C6BA9"/>
    <w:rsid w:val="001C6BFD"/>
    <w:rsid w:val="001C71E5"/>
    <w:rsid w:val="001C743C"/>
    <w:rsid w:val="001C7995"/>
    <w:rsid w:val="001C7D7A"/>
    <w:rsid w:val="001D0C73"/>
    <w:rsid w:val="001D0CF7"/>
    <w:rsid w:val="001D1170"/>
    <w:rsid w:val="001D1E6C"/>
    <w:rsid w:val="001D3981"/>
    <w:rsid w:val="001D3EAF"/>
    <w:rsid w:val="001D43D7"/>
    <w:rsid w:val="001D441A"/>
    <w:rsid w:val="001D48BA"/>
    <w:rsid w:val="001D5076"/>
    <w:rsid w:val="001D533E"/>
    <w:rsid w:val="001D534F"/>
    <w:rsid w:val="001D5925"/>
    <w:rsid w:val="001D5FA6"/>
    <w:rsid w:val="001D61DC"/>
    <w:rsid w:val="001D6569"/>
    <w:rsid w:val="001D79AB"/>
    <w:rsid w:val="001E0B9B"/>
    <w:rsid w:val="001E0DD7"/>
    <w:rsid w:val="001E1D64"/>
    <w:rsid w:val="001E2BB2"/>
    <w:rsid w:val="001E3CC5"/>
    <w:rsid w:val="001E5157"/>
    <w:rsid w:val="001E61D4"/>
    <w:rsid w:val="001E6798"/>
    <w:rsid w:val="001E6925"/>
    <w:rsid w:val="001E7206"/>
    <w:rsid w:val="001E7428"/>
    <w:rsid w:val="001E7B5D"/>
    <w:rsid w:val="001F0E8F"/>
    <w:rsid w:val="001F145F"/>
    <w:rsid w:val="001F1542"/>
    <w:rsid w:val="001F1A77"/>
    <w:rsid w:val="001F3F2A"/>
    <w:rsid w:val="001F4A7B"/>
    <w:rsid w:val="001F5FD9"/>
    <w:rsid w:val="002001C6"/>
    <w:rsid w:val="002003A6"/>
    <w:rsid w:val="00200E43"/>
    <w:rsid w:val="00201090"/>
    <w:rsid w:val="0020123F"/>
    <w:rsid w:val="00201315"/>
    <w:rsid w:val="002013DE"/>
    <w:rsid w:val="002037C5"/>
    <w:rsid w:val="00204882"/>
    <w:rsid w:val="00204D0C"/>
    <w:rsid w:val="00204D7C"/>
    <w:rsid w:val="002057FD"/>
    <w:rsid w:val="00205ECC"/>
    <w:rsid w:val="00205FF7"/>
    <w:rsid w:val="00210028"/>
    <w:rsid w:val="00210215"/>
    <w:rsid w:val="002105DB"/>
    <w:rsid w:val="0021065A"/>
    <w:rsid w:val="00210C16"/>
    <w:rsid w:val="00211CDE"/>
    <w:rsid w:val="0021232C"/>
    <w:rsid w:val="00212998"/>
    <w:rsid w:val="00212B3B"/>
    <w:rsid w:val="00212D4D"/>
    <w:rsid w:val="00213136"/>
    <w:rsid w:val="002131D1"/>
    <w:rsid w:val="002141A7"/>
    <w:rsid w:val="00214573"/>
    <w:rsid w:val="00214C1C"/>
    <w:rsid w:val="00215163"/>
    <w:rsid w:val="00215B2E"/>
    <w:rsid w:val="0021691D"/>
    <w:rsid w:val="00221080"/>
    <w:rsid w:val="00221BE1"/>
    <w:rsid w:val="00222070"/>
    <w:rsid w:val="00222538"/>
    <w:rsid w:val="00223446"/>
    <w:rsid w:val="002237D5"/>
    <w:rsid w:val="002240C7"/>
    <w:rsid w:val="0022452A"/>
    <w:rsid w:val="002246E8"/>
    <w:rsid w:val="00225C0C"/>
    <w:rsid w:val="00225CC8"/>
    <w:rsid w:val="00227456"/>
    <w:rsid w:val="00227E6B"/>
    <w:rsid w:val="002306C0"/>
    <w:rsid w:val="002316BD"/>
    <w:rsid w:val="00232248"/>
    <w:rsid w:val="002326E5"/>
    <w:rsid w:val="002329ED"/>
    <w:rsid w:val="002332C0"/>
    <w:rsid w:val="00233BB8"/>
    <w:rsid w:val="00234388"/>
    <w:rsid w:val="002375CC"/>
    <w:rsid w:val="0023764F"/>
    <w:rsid w:val="002416E3"/>
    <w:rsid w:val="00241CBC"/>
    <w:rsid w:val="002426A0"/>
    <w:rsid w:val="002428F3"/>
    <w:rsid w:val="00244194"/>
    <w:rsid w:val="0024540D"/>
    <w:rsid w:val="0024557E"/>
    <w:rsid w:val="002455D5"/>
    <w:rsid w:val="002464F7"/>
    <w:rsid w:val="00247042"/>
    <w:rsid w:val="002472E3"/>
    <w:rsid w:val="002478E0"/>
    <w:rsid w:val="002518AD"/>
    <w:rsid w:val="0025266C"/>
    <w:rsid w:val="00252F27"/>
    <w:rsid w:val="002544FF"/>
    <w:rsid w:val="00254556"/>
    <w:rsid w:val="002560C6"/>
    <w:rsid w:val="00257919"/>
    <w:rsid w:val="002605DD"/>
    <w:rsid w:val="00261867"/>
    <w:rsid w:val="002626A0"/>
    <w:rsid w:val="00262A17"/>
    <w:rsid w:val="00263C55"/>
    <w:rsid w:val="0026586A"/>
    <w:rsid w:val="00265B2A"/>
    <w:rsid w:val="0026603D"/>
    <w:rsid w:val="00266151"/>
    <w:rsid w:val="0026686C"/>
    <w:rsid w:val="00266A35"/>
    <w:rsid w:val="00266AEA"/>
    <w:rsid w:val="002671C2"/>
    <w:rsid w:val="00267FBF"/>
    <w:rsid w:val="00270784"/>
    <w:rsid w:val="00270BF6"/>
    <w:rsid w:val="00270D1E"/>
    <w:rsid w:val="00271154"/>
    <w:rsid w:val="00271B33"/>
    <w:rsid w:val="00271DD7"/>
    <w:rsid w:val="00272316"/>
    <w:rsid w:val="00272E98"/>
    <w:rsid w:val="00273039"/>
    <w:rsid w:val="00273F0E"/>
    <w:rsid w:val="00273F5E"/>
    <w:rsid w:val="002741AE"/>
    <w:rsid w:val="00274882"/>
    <w:rsid w:val="00274D23"/>
    <w:rsid w:val="00276303"/>
    <w:rsid w:val="00277068"/>
    <w:rsid w:val="00280AD4"/>
    <w:rsid w:val="00280AEF"/>
    <w:rsid w:val="00280FEF"/>
    <w:rsid w:val="00281E2D"/>
    <w:rsid w:val="002821DA"/>
    <w:rsid w:val="002839D5"/>
    <w:rsid w:val="00285579"/>
    <w:rsid w:val="00286481"/>
    <w:rsid w:val="00286563"/>
    <w:rsid w:val="00286CD9"/>
    <w:rsid w:val="00287BC0"/>
    <w:rsid w:val="00287E30"/>
    <w:rsid w:val="0029005C"/>
    <w:rsid w:val="002900BB"/>
    <w:rsid w:val="002903AA"/>
    <w:rsid w:val="00290E7F"/>
    <w:rsid w:val="00292450"/>
    <w:rsid w:val="00293569"/>
    <w:rsid w:val="0029356F"/>
    <w:rsid w:val="002946B0"/>
    <w:rsid w:val="00295C53"/>
    <w:rsid w:val="002968CF"/>
    <w:rsid w:val="002A0B0F"/>
    <w:rsid w:val="002A0E32"/>
    <w:rsid w:val="002A12B7"/>
    <w:rsid w:val="002A136B"/>
    <w:rsid w:val="002A181B"/>
    <w:rsid w:val="002A1824"/>
    <w:rsid w:val="002A2766"/>
    <w:rsid w:val="002A2E89"/>
    <w:rsid w:val="002A43A9"/>
    <w:rsid w:val="002A5B5B"/>
    <w:rsid w:val="002A5D84"/>
    <w:rsid w:val="002A60E3"/>
    <w:rsid w:val="002A6C4D"/>
    <w:rsid w:val="002A6FC7"/>
    <w:rsid w:val="002A7393"/>
    <w:rsid w:val="002A7405"/>
    <w:rsid w:val="002B0673"/>
    <w:rsid w:val="002B1128"/>
    <w:rsid w:val="002B1A5E"/>
    <w:rsid w:val="002B2CB6"/>
    <w:rsid w:val="002B391A"/>
    <w:rsid w:val="002B4052"/>
    <w:rsid w:val="002B454D"/>
    <w:rsid w:val="002B5F51"/>
    <w:rsid w:val="002B69AD"/>
    <w:rsid w:val="002B7997"/>
    <w:rsid w:val="002B7AC3"/>
    <w:rsid w:val="002B7FCA"/>
    <w:rsid w:val="002C172B"/>
    <w:rsid w:val="002C174C"/>
    <w:rsid w:val="002C1D7D"/>
    <w:rsid w:val="002C1EA3"/>
    <w:rsid w:val="002C2497"/>
    <w:rsid w:val="002C3110"/>
    <w:rsid w:val="002C4B1D"/>
    <w:rsid w:val="002C4E2B"/>
    <w:rsid w:val="002C5B4C"/>
    <w:rsid w:val="002C5C2F"/>
    <w:rsid w:val="002C66C2"/>
    <w:rsid w:val="002C67CB"/>
    <w:rsid w:val="002C6CC2"/>
    <w:rsid w:val="002C708A"/>
    <w:rsid w:val="002C71DD"/>
    <w:rsid w:val="002D011D"/>
    <w:rsid w:val="002D0E9B"/>
    <w:rsid w:val="002D0F6D"/>
    <w:rsid w:val="002D174C"/>
    <w:rsid w:val="002D42FC"/>
    <w:rsid w:val="002D4474"/>
    <w:rsid w:val="002D49C4"/>
    <w:rsid w:val="002D67BE"/>
    <w:rsid w:val="002D6809"/>
    <w:rsid w:val="002D6E5E"/>
    <w:rsid w:val="002D6FB3"/>
    <w:rsid w:val="002D776E"/>
    <w:rsid w:val="002D7EAB"/>
    <w:rsid w:val="002E0389"/>
    <w:rsid w:val="002E1B54"/>
    <w:rsid w:val="002E2791"/>
    <w:rsid w:val="002E2A7B"/>
    <w:rsid w:val="002E3B78"/>
    <w:rsid w:val="002E4853"/>
    <w:rsid w:val="002E6017"/>
    <w:rsid w:val="002E63DD"/>
    <w:rsid w:val="002E6867"/>
    <w:rsid w:val="002E6E74"/>
    <w:rsid w:val="002E734F"/>
    <w:rsid w:val="002E79F7"/>
    <w:rsid w:val="002F00B6"/>
    <w:rsid w:val="002F0680"/>
    <w:rsid w:val="002F0B23"/>
    <w:rsid w:val="002F106E"/>
    <w:rsid w:val="002F107D"/>
    <w:rsid w:val="002F1230"/>
    <w:rsid w:val="002F12DF"/>
    <w:rsid w:val="002F3234"/>
    <w:rsid w:val="002F461B"/>
    <w:rsid w:val="002F5A14"/>
    <w:rsid w:val="002F68B2"/>
    <w:rsid w:val="002F70E0"/>
    <w:rsid w:val="00300158"/>
    <w:rsid w:val="0030111A"/>
    <w:rsid w:val="003025B0"/>
    <w:rsid w:val="00302AC6"/>
    <w:rsid w:val="00303444"/>
    <w:rsid w:val="00303B87"/>
    <w:rsid w:val="003048E5"/>
    <w:rsid w:val="00305402"/>
    <w:rsid w:val="00305DA4"/>
    <w:rsid w:val="00306DD6"/>
    <w:rsid w:val="00307582"/>
    <w:rsid w:val="00307AC6"/>
    <w:rsid w:val="0031035D"/>
    <w:rsid w:val="003108BF"/>
    <w:rsid w:val="00310FC6"/>
    <w:rsid w:val="00311DFF"/>
    <w:rsid w:val="00312066"/>
    <w:rsid w:val="00312598"/>
    <w:rsid w:val="00312E3C"/>
    <w:rsid w:val="00313188"/>
    <w:rsid w:val="00313512"/>
    <w:rsid w:val="00313B2C"/>
    <w:rsid w:val="00313BE9"/>
    <w:rsid w:val="00313C7D"/>
    <w:rsid w:val="00314234"/>
    <w:rsid w:val="00315380"/>
    <w:rsid w:val="003153FF"/>
    <w:rsid w:val="00315918"/>
    <w:rsid w:val="00316636"/>
    <w:rsid w:val="00316DDE"/>
    <w:rsid w:val="00316FE7"/>
    <w:rsid w:val="0031733E"/>
    <w:rsid w:val="00317CE3"/>
    <w:rsid w:val="00317D5E"/>
    <w:rsid w:val="00320208"/>
    <w:rsid w:val="00320CDB"/>
    <w:rsid w:val="00321DBE"/>
    <w:rsid w:val="00322334"/>
    <w:rsid w:val="00323E97"/>
    <w:rsid w:val="00324055"/>
    <w:rsid w:val="00324A30"/>
    <w:rsid w:val="00325AB2"/>
    <w:rsid w:val="0032695E"/>
    <w:rsid w:val="00327012"/>
    <w:rsid w:val="00327409"/>
    <w:rsid w:val="00327A16"/>
    <w:rsid w:val="00330784"/>
    <w:rsid w:val="003314A3"/>
    <w:rsid w:val="00331F81"/>
    <w:rsid w:val="00332115"/>
    <w:rsid w:val="003323AC"/>
    <w:rsid w:val="0033383F"/>
    <w:rsid w:val="003341ED"/>
    <w:rsid w:val="00334A3B"/>
    <w:rsid w:val="003357F9"/>
    <w:rsid w:val="00335C13"/>
    <w:rsid w:val="00337407"/>
    <w:rsid w:val="003378BD"/>
    <w:rsid w:val="00337BD4"/>
    <w:rsid w:val="003400A5"/>
    <w:rsid w:val="003403A1"/>
    <w:rsid w:val="0034097D"/>
    <w:rsid w:val="00340B5A"/>
    <w:rsid w:val="00341093"/>
    <w:rsid w:val="0034115D"/>
    <w:rsid w:val="00341505"/>
    <w:rsid w:val="00341C8F"/>
    <w:rsid w:val="00342285"/>
    <w:rsid w:val="003430AB"/>
    <w:rsid w:val="003435A2"/>
    <w:rsid w:val="003436E4"/>
    <w:rsid w:val="00346A74"/>
    <w:rsid w:val="00350624"/>
    <w:rsid w:val="003508BC"/>
    <w:rsid w:val="00350C87"/>
    <w:rsid w:val="00351588"/>
    <w:rsid w:val="00351935"/>
    <w:rsid w:val="00351F68"/>
    <w:rsid w:val="0035241C"/>
    <w:rsid w:val="00352E67"/>
    <w:rsid w:val="00353653"/>
    <w:rsid w:val="003539B5"/>
    <w:rsid w:val="00354D17"/>
    <w:rsid w:val="003553D3"/>
    <w:rsid w:val="00355CEB"/>
    <w:rsid w:val="00356382"/>
    <w:rsid w:val="0035638D"/>
    <w:rsid w:val="0035645C"/>
    <w:rsid w:val="00356466"/>
    <w:rsid w:val="003566F8"/>
    <w:rsid w:val="00356B38"/>
    <w:rsid w:val="00356F36"/>
    <w:rsid w:val="00357A9D"/>
    <w:rsid w:val="0036049C"/>
    <w:rsid w:val="0036053B"/>
    <w:rsid w:val="00361179"/>
    <w:rsid w:val="003612A4"/>
    <w:rsid w:val="00361683"/>
    <w:rsid w:val="003622FA"/>
    <w:rsid w:val="003624E4"/>
    <w:rsid w:val="003625F3"/>
    <w:rsid w:val="00362CF1"/>
    <w:rsid w:val="0036345A"/>
    <w:rsid w:val="003636B0"/>
    <w:rsid w:val="00363C33"/>
    <w:rsid w:val="003652B9"/>
    <w:rsid w:val="003658EE"/>
    <w:rsid w:val="003660E2"/>
    <w:rsid w:val="003668AC"/>
    <w:rsid w:val="00367ED2"/>
    <w:rsid w:val="00372B0D"/>
    <w:rsid w:val="0037377A"/>
    <w:rsid w:val="0037417B"/>
    <w:rsid w:val="0037455C"/>
    <w:rsid w:val="003745B1"/>
    <w:rsid w:val="00374E43"/>
    <w:rsid w:val="003750DF"/>
    <w:rsid w:val="00375DDE"/>
    <w:rsid w:val="0037680D"/>
    <w:rsid w:val="00376B28"/>
    <w:rsid w:val="00380DEE"/>
    <w:rsid w:val="00381279"/>
    <w:rsid w:val="003816F3"/>
    <w:rsid w:val="0038230C"/>
    <w:rsid w:val="00382625"/>
    <w:rsid w:val="0038294B"/>
    <w:rsid w:val="00383E8F"/>
    <w:rsid w:val="003848D7"/>
    <w:rsid w:val="00385768"/>
    <w:rsid w:val="00385B65"/>
    <w:rsid w:val="00386349"/>
    <w:rsid w:val="0038677B"/>
    <w:rsid w:val="00387A04"/>
    <w:rsid w:val="00387F58"/>
    <w:rsid w:val="003907F9"/>
    <w:rsid w:val="00391C4B"/>
    <w:rsid w:val="00391F59"/>
    <w:rsid w:val="00393C29"/>
    <w:rsid w:val="003947EA"/>
    <w:rsid w:val="003949F6"/>
    <w:rsid w:val="00394ABB"/>
    <w:rsid w:val="003950D7"/>
    <w:rsid w:val="00396A58"/>
    <w:rsid w:val="00396B44"/>
    <w:rsid w:val="00397697"/>
    <w:rsid w:val="003A0AF6"/>
    <w:rsid w:val="003A2C82"/>
    <w:rsid w:val="003A5820"/>
    <w:rsid w:val="003A6F57"/>
    <w:rsid w:val="003A6F8D"/>
    <w:rsid w:val="003A743D"/>
    <w:rsid w:val="003A7D4F"/>
    <w:rsid w:val="003B0340"/>
    <w:rsid w:val="003B2569"/>
    <w:rsid w:val="003B2B3A"/>
    <w:rsid w:val="003B30A6"/>
    <w:rsid w:val="003B3665"/>
    <w:rsid w:val="003B4522"/>
    <w:rsid w:val="003B4532"/>
    <w:rsid w:val="003B4A78"/>
    <w:rsid w:val="003B4D1A"/>
    <w:rsid w:val="003B4D94"/>
    <w:rsid w:val="003B50E3"/>
    <w:rsid w:val="003B588A"/>
    <w:rsid w:val="003B5A2C"/>
    <w:rsid w:val="003B5F5B"/>
    <w:rsid w:val="003B61C4"/>
    <w:rsid w:val="003B636A"/>
    <w:rsid w:val="003B7BD9"/>
    <w:rsid w:val="003C02E5"/>
    <w:rsid w:val="003C0F9F"/>
    <w:rsid w:val="003C0FF4"/>
    <w:rsid w:val="003C13FD"/>
    <w:rsid w:val="003C22B8"/>
    <w:rsid w:val="003C2C02"/>
    <w:rsid w:val="003C3B40"/>
    <w:rsid w:val="003C4D46"/>
    <w:rsid w:val="003D0AEB"/>
    <w:rsid w:val="003D129F"/>
    <w:rsid w:val="003D1B4C"/>
    <w:rsid w:val="003D1EB0"/>
    <w:rsid w:val="003D2100"/>
    <w:rsid w:val="003D25E2"/>
    <w:rsid w:val="003D3371"/>
    <w:rsid w:val="003D3592"/>
    <w:rsid w:val="003D3CF0"/>
    <w:rsid w:val="003D41DA"/>
    <w:rsid w:val="003D56D1"/>
    <w:rsid w:val="003D5C7E"/>
    <w:rsid w:val="003D6375"/>
    <w:rsid w:val="003D6CAC"/>
    <w:rsid w:val="003D7602"/>
    <w:rsid w:val="003E0399"/>
    <w:rsid w:val="003E141F"/>
    <w:rsid w:val="003E1B44"/>
    <w:rsid w:val="003E2D18"/>
    <w:rsid w:val="003E2F0F"/>
    <w:rsid w:val="003E379A"/>
    <w:rsid w:val="003E4C48"/>
    <w:rsid w:val="003E5861"/>
    <w:rsid w:val="003E77F5"/>
    <w:rsid w:val="003E792B"/>
    <w:rsid w:val="003F094C"/>
    <w:rsid w:val="003F0B05"/>
    <w:rsid w:val="003F0F97"/>
    <w:rsid w:val="003F1995"/>
    <w:rsid w:val="003F24B3"/>
    <w:rsid w:val="003F35F7"/>
    <w:rsid w:val="003F5590"/>
    <w:rsid w:val="003F5B65"/>
    <w:rsid w:val="003F6209"/>
    <w:rsid w:val="003F7EBD"/>
    <w:rsid w:val="00400938"/>
    <w:rsid w:val="004019B6"/>
    <w:rsid w:val="00401BD8"/>
    <w:rsid w:val="00402C04"/>
    <w:rsid w:val="00403141"/>
    <w:rsid w:val="00403903"/>
    <w:rsid w:val="00404442"/>
    <w:rsid w:val="0040541F"/>
    <w:rsid w:val="004057F1"/>
    <w:rsid w:val="00405FDB"/>
    <w:rsid w:val="00407F40"/>
    <w:rsid w:val="0041067A"/>
    <w:rsid w:val="00410E17"/>
    <w:rsid w:val="00410EDE"/>
    <w:rsid w:val="004114AA"/>
    <w:rsid w:val="004114F4"/>
    <w:rsid w:val="004114FF"/>
    <w:rsid w:val="00412CBA"/>
    <w:rsid w:val="004137B5"/>
    <w:rsid w:val="00413C9A"/>
    <w:rsid w:val="0041431B"/>
    <w:rsid w:val="00415BDE"/>
    <w:rsid w:val="00415D7A"/>
    <w:rsid w:val="00415DC2"/>
    <w:rsid w:val="004163E8"/>
    <w:rsid w:val="0041675B"/>
    <w:rsid w:val="0041695D"/>
    <w:rsid w:val="004170BA"/>
    <w:rsid w:val="004174E8"/>
    <w:rsid w:val="00417728"/>
    <w:rsid w:val="00417DBD"/>
    <w:rsid w:val="004200F7"/>
    <w:rsid w:val="00420197"/>
    <w:rsid w:val="0042092D"/>
    <w:rsid w:val="00420DD6"/>
    <w:rsid w:val="004216B9"/>
    <w:rsid w:val="00421CE8"/>
    <w:rsid w:val="00421E35"/>
    <w:rsid w:val="00421E70"/>
    <w:rsid w:val="004220C4"/>
    <w:rsid w:val="0042272F"/>
    <w:rsid w:val="00422E0D"/>
    <w:rsid w:val="004237FC"/>
    <w:rsid w:val="00423B91"/>
    <w:rsid w:val="0042404A"/>
    <w:rsid w:val="00426098"/>
    <w:rsid w:val="00426853"/>
    <w:rsid w:val="00427117"/>
    <w:rsid w:val="004278B5"/>
    <w:rsid w:val="00430AD2"/>
    <w:rsid w:val="00431DE0"/>
    <w:rsid w:val="004327FC"/>
    <w:rsid w:val="00433FBB"/>
    <w:rsid w:val="00434154"/>
    <w:rsid w:val="004347BB"/>
    <w:rsid w:val="00437393"/>
    <w:rsid w:val="00442A16"/>
    <w:rsid w:val="00442C5D"/>
    <w:rsid w:val="004438B3"/>
    <w:rsid w:val="0044442F"/>
    <w:rsid w:val="004462B7"/>
    <w:rsid w:val="0044668C"/>
    <w:rsid w:val="004468FE"/>
    <w:rsid w:val="0044691E"/>
    <w:rsid w:val="00446CB1"/>
    <w:rsid w:val="00446D6F"/>
    <w:rsid w:val="004470D7"/>
    <w:rsid w:val="00447B34"/>
    <w:rsid w:val="004513D0"/>
    <w:rsid w:val="00451540"/>
    <w:rsid w:val="004517E9"/>
    <w:rsid w:val="0045216A"/>
    <w:rsid w:val="0045271A"/>
    <w:rsid w:val="00453A6D"/>
    <w:rsid w:val="0045488C"/>
    <w:rsid w:val="00454CFB"/>
    <w:rsid w:val="00455260"/>
    <w:rsid w:val="00456068"/>
    <w:rsid w:val="004574B3"/>
    <w:rsid w:val="00460772"/>
    <w:rsid w:val="00460F22"/>
    <w:rsid w:val="004613DE"/>
    <w:rsid w:val="00461FB9"/>
    <w:rsid w:val="00462053"/>
    <w:rsid w:val="00462191"/>
    <w:rsid w:val="0046285A"/>
    <w:rsid w:val="004632E9"/>
    <w:rsid w:val="004641D1"/>
    <w:rsid w:val="00464B12"/>
    <w:rsid w:val="004652F6"/>
    <w:rsid w:val="0046536B"/>
    <w:rsid w:val="00465927"/>
    <w:rsid w:val="00465D8D"/>
    <w:rsid w:val="0047048C"/>
    <w:rsid w:val="00471447"/>
    <w:rsid w:val="0047270F"/>
    <w:rsid w:val="00472C50"/>
    <w:rsid w:val="00473B62"/>
    <w:rsid w:val="0047473C"/>
    <w:rsid w:val="0047522B"/>
    <w:rsid w:val="00475E1C"/>
    <w:rsid w:val="004773EA"/>
    <w:rsid w:val="004774D8"/>
    <w:rsid w:val="0047775D"/>
    <w:rsid w:val="00480533"/>
    <w:rsid w:val="00480F44"/>
    <w:rsid w:val="00481DDC"/>
    <w:rsid w:val="00482162"/>
    <w:rsid w:val="00483922"/>
    <w:rsid w:val="00483BB7"/>
    <w:rsid w:val="00483C0C"/>
    <w:rsid w:val="00484987"/>
    <w:rsid w:val="00484D0A"/>
    <w:rsid w:val="00484F01"/>
    <w:rsid w:val="00485720"/>
    <w:rsid w:val="00485883"/>
    <w:rsid w:val="00485FBA"/>
    <w:rsid w:val="00486AC4"/>
    <w:rsid w:val="00486C54"/>
    <w:rsid w:val="00486E99"/>
    <w:rsid w:val="00486F57"/>
    <w:rsid w:val="00487648"/>
    <w:rsid w:val="0049052E"/>
    <w:rsid w:val="00490971"/>
    <w:rsid w:val="004924E6"/>
    <w:rsid w:val="00492C2E"/>
    <w:rsid w:val="004936C7"/>
    <w:rsid w:val="0049376F"/>
    <w:rsid w:val="00494142"/>
    <w:rsid w:val="004944AB"/>
    <w:rsid w:val="00496E9D"/>
    <w:rsid w:val="0049754F"/>
    <w:rsid w:val="00497B73"/>
    <w:rsid w:val="00497F3B"/>
    <w:rsid w:val="004A013F"/>
    <w:rsid w:val="004A023C"/>
    <w:rsid w:val="004A08DA"/>
    <w:rsid w:val="004A0BA8"/>
    <w:rsid w:val="004A11A2"/>
    <w:rsid w:val="004A2D3A"/>
    <w:rsid w:val="004A3508"/>
    <w:rsid w:val="004A4077"/>
    <w:rsid w:val="004A4B24"/>
    <w:rsid w:val="004A59FB"/>
    <w:rsid w:val="004A5C63"/>
    <w:rsid w:val="004A636A"/>
    <w:rsid w:val="004A7254"/>
    <w:rsid w:val="004A73EC"/>
    <w:rsid w:val="004A7C4E"/>
    <w:rsid w:val="004A7CF7"/>
    <w:rsid w:val="004A7E47"/>
    <w:rsid w:val="004B1E0A"/>
    <w:rsid w:val="004B4169"/>
    <w:rsid w:val="004B4325"/>
    <w:rsid w:val="004B45A5"/>
    <w:rsid w:val="004B4C0A"/>
    <w:rsid w:val="004B5BB9"/>
    <w:rsid w:val="004B6662"/>
    <w:rsid w:val="004B7EA0"/>
    <w:rsid w:val="004C09C6"/>
    <w:rsid w:val="004C10E4"/>
    <w:rsid w:val="004C173E"/>
    <w:rsid w:val="004C2407"/>
    <w:rsid w:val="004C2705"/>
    <w:rsid w:val="004C2AAB"/>
    <w:rsid w:val="004C40E3"/>
    <w:rsid w:val="004C62C3"/>
    <w:rsid w:val="004D0F1E"/>
    <w:rsid w:val="004D1D79"/>
    <w:rsid w:val="004D25B6"/>
    <w:rsid w:val="004D3392"/>
    <w:rsid w:val="004D3CAB"/>
    <w:rsid w:val="004D42B9"/>
    <w:rsid w:val="004D4702"/>
    <w:rsid w:val="004D55F4"/>
    <w:rsid w:val="004D6437"/>
    <w:rsid w:val="004D683B"/>
    <w:rsid w:val="004D699F"/>
    <w:rsid w:val="004D6AC0"/>
    <w:rsid w:val="004D70CB"/>
    <w:rsid w:val="004D7325"/>
    <w:rsid w:val="004D78AD"/>
    <w:rsid w:val="004E0D9A"/>
    <w:rsid w:val="004E1250"/>
    <w:rsid w:val="004E1C39"/>
    <w:rsid w:val="004E2D8A"/>
    <w:rsid w:val="004E460F"/>
    <w:rsid w:val="004E5F18"/>
    <w:rsid w:val="004E617D"/>
    <w:rsid w:val="004E62A0"/>
    <w:rsid w:val="004E680D"/>
    <w:rsid w:val="004E73B0"/>
    <w:rsid w:val="004F02A3"/>
    <w:rsid w:val="004F0A8B"/>
    <w:rsid w:val="004F10C6"/>
    <w:rsid w:val="004F123A"/>
    <w:rsid w:val="004F148E"/>
    <w:rsid w:val="004F20C6"/>
    <w:rsid w:val="004F28A7"/>
    <w:rsid w:val="004F2F24"/>
    <w:rsid w:val="004F37F5"/>
    <w:rsid w:val="004F4767"/>
    <w:rsid w:val="004F6C8A"/>
    <w:rsid w:val="004F7ED1"/>
    <w:rsid w:val="00500184"/>
    <w:rsid w:val="00500414"/>
    <w:rsid w:val="00500510"/>
    <w:rsid w:val="00500833"/>
    <w:rsid w:val="00500CAB"/>
    <w:rsid w:val="005016C3"/>
    <w:rsid w:val="00501AB4"/>
    <w:rsid w:val="00501E2C"/>
    <w:rsid w:val="00502414"/>
    <w:rsid w:val="00502FC1"/>
    <w:rsid w:val="00503256"/>
    <w:rsid w:val="005032D5"/>
    <w:rsid w:val="00504055"/>
    <w:rsid w:val="00504F5E"/>
    <w:rsid w:val="00504FA1"/>
    <w:rsid w:val="00504FD1"/>
    <w:rsid w:val="00505C54"/>
    <w:rsid w:val="0050604E"/>
    <w:rsid w:val="00506120"/>
    <w:rsid w:val="00511430"/>
    <w:rsid w:val="005119EF"/>
    <w:rsid w:val="00511CC0"/>
    <w:rsid w:val="00512BE8"/>
    <w:rsid w:val="005134D1"/>
    <w:rsid w:val="00515542"/>
    <w:rsid w:val="00516916"/>
    <w:rsid w:val="00516E9B"/>
    <w:rsid w:val="005177B5"/>
    <w:rsid w:val="00517A8E"/>
    <w:rsid w:val="005212F2"/>
    <w:rsid w:val="005220DA"/>
    <w:rsid w:val="005227BB"/>
    <w:rsid w:val="00522890"/>
    <w:rsid w:val="00522C2E"/>
    <w:rsid w:val="005233F9"/>
    <w:rsid w:val="005235D4"/>
    <w:rsid w:val="005237B8"/>
    <w:rsid w:val="00524A6C"/>
    <w:rsid w:val="00525336"/>
    <w:rsid w:val="0052540D"/>
    <w:rsid w:val="0052568F"/>
    <w:rsid w:val="00525C2A"/>
    <w:rsid w:val="00527355"/>
    <w:rsid w:val="0053055C"/>
    <w:rsid w:val="005314CD"/>
    <w:rsid w:val="0053165E"/>
    <w:rsid w:val="00532745"/>
    <w:rsid w:val="005327F1"/>
    <w:rsid w:val="00532813"/>
    <w:rsid w:val="0053287E"/>
    <w:rsid w:val="00533689"/>
    <w:rsid w:val="0053421A"/>
    <w:rsid w:val="005352BC"/>
    <w:rsid w:val="00535421"/>
    <w:rsid w:val="00535591"/>
    <w:rsid w:val="00535971"/>
    <w:rsid w:val="00535B48"/>
    <w:rsid w:val="005375E9"/>
    <w:rsid w:val="00537934"/>
    <w:rsid w:val="0054031D"/>
    <w:rsid w:val="005417D9"/>
    <w:rsid w:val="00543B6E"/>
    <w:rsid w:val="00545183"/>
    <w:rsid w:val="005463B1"/>
    <w:rsid w:val="00546E66"/>
    <w:rsid w:val="00547C61"/>
    <w:rsid w:val="00547CFD"/>
    <w:rsid w:val="00550066"/>
    <w:rsid w:val="00551072"/>
    <w:rsid w:val="005519F5"/>
    <w:rsid w:val="00552286"/>
    <w:rsid w:val="005523C3"/>
    <w:rsid w:val="005528EB"/>
    <w:rsid w:val="00552AF8"/>
    <w:rsid w:val="00552E81"/>
    <w:rsid w:val="0055312F"/>
    <w:rsid w:val="00553BB6"/>
    <w:rsid w:val="0055413A"/>
    <w:rsid w:val="005550F7"/>
    <w:rsid w:val="00555A89"/>
    <w:rsid w:val="00555FF4"/>
    <w:rsid w:val="00556163"/>
    <w:rsid w:val="0055788D"/>
    <w:rsid w:val="00557D2C"/>
    <w:rsid w:val="00560A38"/>
    <w:rsid w:val="005618AD"/>
    <w:rsid w:val="00562BEE"/>
    <w:rsid w:val="00562DAD"/>
    <w:rsid w:val="00562DCD"/>
    <w:rsid w:val="00563BD7"/>
    <w:rsid w:val="00563CAA"/>
    <w:rsid w:val="00565E67"/>
    <w:rsid w:val="00565F4D"/>
    <w:rsid w:val="00567668"/>
    <w:rsid w:val="00570863"/>
    <w:rsid w:val="00571DAD"/>
    <w:rsid w:val="0057229F"/>
    <w:rsid w:val="00572806"/>
    <w:rsid w:val="00572FF4"/>
    <w:rsid w:val="00573DD9"/>
    <w:rsid w:val="005746E6"/>
    <w:rsid w:val="005748C9"/>
    <w:rsid w:val="0057513E"/>
    <w:rsid w:val="00575DE0"/>
    <w:rsid w:val="0057650A"/>
    <w:rsid w:val="00580D23"/>
    <w:rsid w:val="00582083"/>
    <w:rsid w:val="005822AD"/>
    <w:rsid w:val="0058262C"/>
    <w:rsid w:val="00582C40"/>
    <w:rsid w:val="00583824"/>
    <w:rsid w:val="00583C38"/>
    <w:rsid w:val="00583F3A"/>
    <w:rsid w:val="00584660"/>
    <w:rsid w:val="00585D17"/>
    <w:rsid w:val="00591887"/>
    <w:rsid w:val="005919F8"/>
    <w:rsid w:val="0059304B"/>
    <w:rsid w:val="0059350A"/>
    <w:rsid w:val="00594A32"/>
    <w:rsid w:val="005977AF"/>
    <w:rsid w:val="005A1F79"/>
    <w:rsid w:val="005A3A51"/>
    <w:rsid w:val="005A604E"/>
    <w:rsid w:val="005A76C6"/>
    <w:rsid w:val="005A777C"/>
    <w:rsid w:val="005B05E1"/>
    <w:rsid w:val="005B0724"/>
    <w:rsid w:val="005B176D"/>
    <w:rsid w:val="005B2312"/>
    <w:rsid w:val="005B2662"/>
    <w:rsid w:val="005B39E0"/>
    <w:rsid w:val="005B426C"/>
    <w:rsid w:val="005B6BF6"/>
    <w:rsid w:val="005B7AB1"/>
    <w:rsid w:val="005C03F6"/>
    <w:rsid w:val="005C143A"/>
    <w:rsid w:val="005C1780"/>
    <w:rsid w:val="005C1A48"/>
    <w:rsid w:val="005C2E55"/>
    <w:rsid w:val="005C3F8E"/>
    <w:rsid w:val="005C4288"/>
    <w:rsid w:val="005C47B2"/>
    <w:rsid w:val="005C4917"/>
    <w:rsid w:val="005C4958"/>
    <w:rsid w:val="005C4B0E"/>
    <w:rsid w:val="005C7348"/>
    <w:rsid w:val="005C7BC3"/>
    <w:rsid w:val="005D0127"/>
    <w:rsid w:val="005D0C70"/>
    <w:rsid w:val="005D3859"/>
    <w:rsid w:val="005D3B9D"/>
    <w:rsid w:val="005D3C22"/>
    <w:rsid w:val="005D40CD"/>
    <w:rsid w:val="005D42B2"/>
    <w:rsid w:val="005D6886"/>
    <w:rsid w:val="005D6892"/>
    <w:rsid w:val="005D76FA"/>
    <w:rsid w:val="005D7848"/>
    <w:rsid w:val="005D7B32"/>
    <w:rsid w:val="005D7F84"/>
    <w:rsid w:val="005E00D9"/>
    <w:rsid w:val="005E0273"/>
    <w:rsid w:val="005E02FB"/>
    <w:rsid w:val="005E05C7"/>
    <w:rsid w:val="005E0A3C"/>
    <w:rsid w:val="005E17F4"/>
    <w:rsid w:val="005E244B"/>
    <w:rsid w:val="005E2C71"/>
    <w:rsid w:val="005E3298"/>
    <w:rsid w:val="005E5534"/>
    <w:rsid w:val="005E5571"/>
    <w:rsid w:val="005E55D6"/>
    <w:rsid w:val="005E5E4F"/>
    <w:rsid w:val="005E67CC"/>
    <w:rsid w:val="005E6A6A"/>
    <w:rsid w:val="005E7288"/>
    <w:rsid w:val="005F1363"/>
    <w:rsid w:val="005F19EE"/>
    <w:rsid w:val="005F20DC"/>
    <w:rsid w:val="005F28C5"/>
    <w:rsid w:val="005F3C98"/>
    <w:rsid w:val="005F403B"/>
    <w:rsid w:val="005F47E5"/>
    <w:rsid w:val="005F4E30"/>
    <w:rsid w:val="005F5294"/>
    <w:rsid w:val="005F5BB1"/>
    <w:rsid w:val="005F77ED"/>
    <w:rsid w:val="0060086B"/>
    <w:rsid w:val="006014A9"/>
    <w:rsid w:val="00601ABA"/>
    <w:rsid w:val="00603002"/>
    <w:rsid w:val="00603359"/>
    <w:rsid w:val="006035D3"/>
    <w:rsid w:val="00604EB5"/>
    <w:rsid w:val="00605764"/>
    <w:rsid w:val="00605A6E"/>
    <w:rsid w:val="00606BB0"/>
    <w:rsid w:val="00607AE5"/>
    <w:rsid w:val="00611747"/>
    <w:rsid w:val="00611A70"/>
    <w:rsid w:val="006125DF"/>
    <w:rsid w:val="00612DC4"/>
    <w:rsid w:val="0061304C"/>
    <w:rsid w:val="00613EB9"/>
    <w:rsid w:val="006145AD"/>
    <w:rsid w:val="0061563F"/>
    <w:rsid w:val="00616182"/>
    <w:rsid w:val="006163E8"/>
    <w:rsid w:val="00617225"/>
    <w:rsid w:val="00621A7D"/>
    <w:rsid w:val="00621D92"/>
    <w:rsid w:val="00622E1F"/>
    <w:rsid w:val="00623763"/>
    <w:rsid w:val="00624576"/>
    <w:rsid w:val="00624A0A"/>
    <w:rsid w:val="00624A31"/>
    <w:rsid w:val="0062509A"/>
    <w:rsid w:val="00625B54"/>
    <w:rsid w:val="00625C49"/>
    <w:rsid w:val="00626390"/>
    <w:rsid w:val="006277B3"/>
    <w:rsid w:val="0063084C"/>
    <w:rsid w:val="0063136B"/>
    <w:rsid w:val="006317E9"/>
    <w:rsid w:val="006319AE"/>
    <w:rsid w:val="00631D0E"/>
    <w:rsid w:val="00631FB2"/>
    <w:rsid w:val="0063512C"/>
    <w:rsid w:val="006352A6"/>
    <w:rsid w:val="00635DBA"/>
    <w:rsid w:val="00636218"/>
    <w:rsid w:val="00636842"/>
    <w:rsid w:val="00636AD0"/>
    <w:rsid w:val="0063761D"/>
    <w:rsid w:val="00640049"/>
    <w:rsid w:val="006403C0"/>
    <w:rsid w:val="00640D3A"/>
    <w:rsid w:val="006414F0"/>
    <w:rsid w:val="00641652"/>
    <w:rsid w:val="006416BD"/>
    <w:rsid w:val="0064176C"/>
    <w:rsid w:val="00642632"/>
    <w:rsid w:val="00642A7E"/>
    <w:rsid w:val="006432C0"/>
    <w:rsid w:val="0064358B"/>
    <w:rsid w:val="00644789"/>
    <w:rsid w:val="006453BA"/>
    <w:rsid w:val="00645DF9"/>
    <w:rsid w:val="006479A0"/>
    <w:rsid w:val="00647DB1"/>
    <w:rsid w:val="00647FAE"/>
    <w:rsid w:val="0065041A"/>
    <w:rsid w:val="00650A05"/>
    <w:rsid w:val="0065145F"/>
    <w:rsid w:val="00651686"/>
    <w:rsid w:val="00651A6D"/>
    <w:rsid w:val="00652561"/>
    <w:rsid w:val="00652CE9"/>
    <w:rsid w:val="006534C8"/>
    <w:rsid w:val="00654AF6"/>
    <w:rsid w:val="00655010"/>
    <w:rsid w:val="00656920"/>
    <w:rsid w:val="00656B84"/>
    <w:rsid w:val="0066009C"/>
    <w:rsid w:val="00660226"/>
    <w:rsid w:val="006606A9"/>
    <w:rsid w:val="00663A5C"/>
    <w:rsid w:val="00663E53"/>
    <w:rsid w:val="00664723"/>
    <w:rsid w:val="00664C34"/>
    <w:rsid w:val="00667C58"/>
    <w:rsid w:val="006722D5"/>
    <w:rsid w:val="00672309"/>
    <w:rsid w:val="0067264E"/>
    <w:rsid w:val="00673FC2"/>
    <w:rsid w:val="006746D8"/>
    <w:rsid w:val="00674D1D"/>
    <w:rsid w:val="00674E01"/>
    <w:rsid w:val="0067767E"/>
    <w:rsid w:val="00680473"/>
    <w:rsid w:val="006804C7"/>
    <w:rsid w:val="00681F67"/>
    <w:rsid w:val="0068234D"/>
    <w:rsid w:val="006833F6"/>
    <w:rsid w:val="00683593"/>
    <w:rsid w:val="00683B8A"/>
    <w:rsid w:val="006840F6"/>
    <w:rsid w:val="0068474C"/>
    <w:rsid w:val="00684942"/>
    <w:rsid w:val="00684EC6"/>
    <w:rsid w:val="006853C7"/>
    <w:rsid w:val="00685B59"/>
    <w:rsid w:val="00685BB3"/>
    <w:rsid w:val="006869BD"/>
    <w:rsid w:val="00687A80"/>
    <w:rsid w:val="00687B24"/>
    <w:rsid w:val="0069036D"/>
    <w:rsid w:val="00690EE8"/>
    <w:rsid w:val="006910C1"/>
    <w:rsid w:val="00691C40"/>
    <w:rsid w:val="006929BA"/>
    <w:rsid w:val="00692A6F"/>
    <w:rsid w:val="00693498"/>
    <w:rsid w:val="00693A12"/>
    <w:rsid w:val="0069400A"/>
    <w:rsid w:val="00695404"/>
    <w:rsid w:val="00695948"/>
    <w:rsid w:val="00695D8D"/>
    <w:rsid w:val="006961B9"/>
    <w:rsid w:val="006967FE"/>
    <w:rsid w:val="00696A1E"/>
    <w:rsid w:val="006A0400"/>
    <w:rsid w:val="006A075E"/>
    <w:rsid w:val="006A08C4"/>
    <w:rsid w:val="006A2683"/>
    <w:rsid w:val="006A547F"/>
    <w:rsid w:val="006A6B07"/>
    <w:rsid w:val="006A7573"/>
    <w:rsid w:val="006B34F6"/>
    <w:rsid w:val="006B3848"/>
    <w:rsid w:val="006B51E4"/>
    <w:rsid w:val="006B6D88"/>
    <w:rsid w:val="006B739A"/>
    <w:rsid w:val="006B7C40"/>
    <w:rsid w:val="006C007D"/>
    <w:rsid w:val="006C0E01"/>
    <w:rsid w:val="006C103C"/>
    <w:rsid w:val="006C10DB"/>
    <w:rsid w:val="006C306D"/>
    <w:rsid w:val="006C30E2"/>
    <w:rsid w:val="006C42E7"/>
    <w:rsid w:val="006C4537"/>
    <w:rsid w:val="006C45C3"/>
    <w:rsid w:val="006C5C80"/>
    <w:rsid w:val="006C5DE5"/>
    <w:rsid w:val="006C6EBC"/>
    <w:rsid w:val="006C75FA"/>
    <w:rsid w:val="006C769A"/>
    <w:rsid w:val="006C7E33"/>
    <w:rsid w:val="006C7F6F"/>
    <w:rsid w:val="006D013E"/>
    <w:rsid w:val="006D05FA"/>
    <w:rsid w:val="006D0B4D"/>
    <w:rsid w:val="006D1EC3"/>
    <w:rsid w:val="006D2D74"/>
    <w:rsid w:val="006D2FB6"/>
    <w:rsid w:val="006D3C1C"/>
    <w:rsid w:val="006D4EAC"/>
    <w:rsid w:val="006D64AB"/>
    <w:rsid w:val="006D6EE3"/>
    <w:rsid w:val="006E014B"/>
    <w:rsid w:val="006E0BFF"/>
    <w:rsid w:val="006E14F2"/>
    <w:rsid w:val="006E2507"/>
    <w:rsid w:val="006E25A3"/>
    <w:rsid w:val="006E3D11"/>
    <w:rsid w:val="006E59A4"/>
    <w:rsid w:val="006E75B0"/>
    <w:rsid w:val="006F0697"/>
    <w:rsid w:val="006F0DCF"/>
    <w:rsid w:val="006F15D2"/>
    <w:rsid w:val="006F2D1A"/>
    <w:rsid w:val="006F3DB1"/>
    <w:rsid w:val="006F3F7A"/>
    <w:rsid w:val="006F4183"/>
    <w:rsid w:val="006F458E"/>
    <w:rsid w:val="006F6404"/>
    <w:rsid w:val="006F6683"/>
    <w:rsid w:val="006F66EF"/>
    <w:rsid w:val="006F6931"/>
    <w:rsid w:val="006F74B4"/>
    <w:rsid w:val="007007DD"/>
    <w:rsid w:val="007008DD"/>
    <w:rsid w:val="00700E49"/>
    <w:rsid w:val="00700FD1"/>
    <w:rsid w:val="00701CC7"/>
    <w:rsid w:val="00702519"/>
    <w:rsid w:val="00702D1D"/>
    <w:rsid w:val="0070343E"/>
    <w:rsid w:val="00703602"/>
    <w:rsid w:val="00703724"/>
    <w:rsid w:val="0070478F"/>
    <w:rsid w:val="00706326"/>
    <w:rsid w:val="00706D1B"/>
    <w:rsid w:val="00706E2A"/>
    <w:rsid w:val="00706EC0"/>
    <w:rsid w:val="00707715"/>
    <w:rsid w:val="0070789E"/>
    <w:rsid w:val="00707E16"/>
    <w:rsid w:val="0071002E"/>
    <w:rsid w:val="007100FB"/>
    <w:rsid w:val="007108C9"/>
    <w:rsid w:val="00711648"/>
    <w:rsid w:val="007134DD"/>
    <w:rsid w:val="00713634"/>
    <w:rsid w:val="00714EA7"/>
    <w:rsid w:val="00715754"/>
    <w:rsid w:val="00715CDD"/>
    <w:rsid w:val="00716E69"/>
    <w:rsid w:val="00717E74"/>
    <w:rsid w:val="00720733"/>
    <w:rsid w:val="007207C7"/>
    <w:rsid w:val="00721BA9"/>
    <w:rsid w:val="00722159"/>
    <w:rsid w:val="00723472"/>
    <w:rsid w:val="00723B3A"/>
    <w:rsid w:val="00723C01"/>
    <w:rsid w:val="007248CD"/>
    <w:rsid w:val="007248FE"/>
    <w:rsid w:val="00724BA3"/>
    <w:rsid w:val="00724F9F"/>
    <w:rsid w:val="0072528D"/>
    <w:rsid w:val="007256A7"/>
    <w:rsid w:val="0072650C"/>
    <w:rsid w:val="0072738D"/>
    <w:rsid w:val="00727A6D"/>
    <w:rsid w:val="00727A87"/>
    <w:rsid w:val="007306D6"/>
    <w:rsid w:val="00731C25"/>
    <w:rsid w:val="00732352"/>
    <w:rsid w:val="00732A3D"/>
    <w:rsid w:val="00732A79"/>
    <w:rsid w:val="00732C7C"/>
    <w:rsid w:val="007337C7"/>
    <w:rsid w:val="00733ACD"/>
    <w:rsid w:val="00735473"/>
    <w:rsid w:val="00735C02"/>
    <w:rsid w:val="00736143"/>
    <w:rsid w:val="00736C03"/>
    <w:rsid w:val="00740755"/>
    <w:rsid w:val="00741675"/>
    <w:rsid w:val="0074175B"/>
    <w:rsid w:val="00741C8D"/>
    <w:rsid w:val="007421AA"/>
    <w:rsid w:val="00744917"/>
    <w:rsid w:val="0074546D"/>
    <w:rsid w:val="00745DE7"/>
    <w:rsid w:val="00746ED7"/>
    <w:rsid w:val="007474BD"/>
    <w:rsid w:val="00750309"/>
    <w:rsid w:val="00750A89"/>
    <w:rsid w:val="00750B57"/>
    <w:rsid w:val="00751392"/>
    <w:rsid w:val="00753A5B"/>
    <w:rsid w:val="007542FF"/>
    <w:rsid w:val="007544E1"/>
    <w:rsid w:val="007545F4"/>
    <w:rsid w:val="00754E01"/>
    <w:rsid w:val="007604EA"/>
    <w:rsid w:val="00760887"/>
    <w:rsid w:val="00760AB5"/>
    <w:rsid w:val="00762548"/>
    <w:rsid w:val="007632A9"/>
    <w:rsid w:val="00763621"/>
    <w:rsid w:val="0076412B"/>
    <w:rsid w:val="00764640"/>
    <w:rsid w:val="007660BC"/>
    <w:rsid w:val="00766592"/>
    <w:rsid w:val="00771FE6"/>
    <w:rsid w:val="00772346"/>
    <w:rsid w:val="00772E2D"/>
    <w:rsid w:val="00773924"/>
    <w:rsid w:val="00774DFB"/>
    <w:rsid w:val="00776D3D"/>
    <w:rsid w:val="00780921"/>
    <w:rsid w:val="0078183E"/>
    <w:rsid w:val="00783216"/>
    <w:rsid w:val="007832E4"/>
    <w:rsid w:val="00783B7C"/>
    <w:rsid w:val="00784213"/>
    <w:rsid w:val="007843B5"/>
    <w:rsid w:val="0078483B"/>
    <w:rsid w:val="00784C4B"/>
    <w:rsid w:val="0078528D"/>
    <w:rsid w:val="0078561E"/>
    <w:rsid w:val="00785D7E"/>
    <w:rsid w:val="00785F3F"/>
    <w:rsid w:val="00787077"/>
    <w:rsid w:val="007911B7"/>
    <w:rsid w:val="00791620"/>
    <w:rsid w:val="00791A53"/>
    <w:rsid w:val="0079256D"/>
    <w:rsid w:val="0079379A"/>
    <w:rsid w:val="00793E5E"/>
    <w:rsid w:val="0079447F"/>
    <w:rsid w:val="00795D41"/>
    <w:rsid w:val="00796078"/>
    <w:rsid w:val="007964B6"/>
    <w:rsid w:val="007964FF"/>
    <w:rsid w:val="00796728"/>
    <w:rsid w:val="00797F67"/>
    <w:rsid w:val="007A07A2"/>
    <w:rsid w:val="007A094F"/>
    <w:rsid w:val="007A10E0"/>
    <w:rsid w:val="007A2988"/>
    <w:rsid w:val="007A3C2C"/>
    <w:rsid w:val="007A4698"/>
    <w:rsid w:val="007A48B7"/>
    <w:rsid w:val="007A4CC1"/>
    <w:rsid w:val="007A515D"/>
    <w:rsid w:val="007A554A"/>
    <w:rsid w:val="007A623D"/>
    <w:rsid w:val="007A6579"/>
    <w:rsid w:val="007A6AA1"/>
    <w:rsid w:val="007B0026"/>
    <w:rsid w:val="007B0833"/>
    <w:rsid w:val="007B194E"/>
    <w:rsid w:val="007B1A6A"/>
    <w:rsid w:val="007B1BD8"/>
    <w:rsid w:val="007B2237"/>
    <w:rsid w:val="007B439F"/>
    <w:rsid w:val="007B459D"/>
    <w:rsid w:val="007B5FA8"/>
    <w:rsid w:val="007B675D"/>
    <w:rsid w:val="007B6B10"/>
    <w:rsid w:val="007B6C55"/>
    <w:rsid w:val="007B7165"/>
    <w:rsid w:val="007B79DB"/>
    <w:rsid w:val="007C26D1"/>
    <w:rsid w:val="007C2FFE"/>
    <w:rsid w:val="007C37DC"/>
    <w:rsid w:val="007C45FF"/>
    <w:rsid w:val="007C47F0"/>
    <w:rsid w:val="007C529C"/>
    <w:rsid w:val="007C687D"/>
    <w:rsid w:val="007C743C"/>
    <w:rsid w:val="007C7D51"/>
    <w:rsid w:val="007D06B6"/>
    <w:rsid w:val="007D0BA6"/>
    <w:rsid w:val="007D1B62"/>
    <w:rsid w:val="007D30B4"/>
    <w:rsid w:val="007D4EB6"/>
    <w:rsid w:val="007D5174"/>
    <w:rsid w:val="007D53F2"/>
    <w:rsid w:val="007D5B82"/>
    <w:rsid w:val="007D5CA2"/>
    <w:rsid w:val="007D62BB"/>
    <w:rsid w:val="007D6588"/>
    <w:rsid w:val="007D6B6D"/>
    <w:rsid w:val="007D7EC0"/>
    <w:rsid w:val="007E014C"/>
    <w:rsid w:val="007E0163"/>
    <w:rsid w:val="007E0417"/>
    <w:rsid w:val="007E11AB"/>
    <w:rsid w:val="007E2810"/>
    <w:rsid w:val="007E2C64"/>
    <w:rsid w:val="007E39A0"/>
    <w:rsid w:val="007E3E1F"/>
    <w:rsid w:val="007E513F"/>
    <w:rsid w:val="007E5150"/>
    <w:rsid w:val="007E6289"/>
    <w:rsid w:val="007E6CCB"/>
    <w:rsid w:val="007F0A02"/>
    <w:rsid w:val="007F1ABA"/>
    <w:rsid w:val="007F41C3"/>
    <w:rsid w:val="007F47D5"/>
    <w:rsid w:val="007F6036"/>
    <w:rsid w:val="007F7654"/>
    <w:rsid w:val="007F7750"/>
    <w:rsid w:val="007F7D18"/>
    <w:rsid w:val="00800143"/>
    <w:rsid w:val="00800D56"/>
    <w:rsid w:val="00801CD6"/>
    <w:rsid w:val="00802B77"/>
    <w:rsid w:val="008033E4"/>
    <w:rsid w:val="00804282"/>
    <w:rsid w:val="0080472F"/>
    <w:rsid w:val="008056EA"/>
    <w:rsid w:val="00806BB2"/>
    <w:rsid w:val="00807885"/>
    <w:rsid w:val="00807C4F"/>
    <w:rsid w:val="0081011C"/>
    <w:rsid w:val="0081066D"/>
    <w:rsid w:val="00810A36"/>
    <w:rsid w:val="008115A3"/>
    <w:rsid w:val="008126D3"/>
    <w:rsid w:val="0081319A"/>
    <w:rsid w:val="00813F59"/>
    <w:rsid w:val="00814B95"/>
    <w:rsid w:val="00816450"/>
    <w:rsid w:val="008167AB"/>
    <w:rsid w:val="00817C68"/>
    <w:rsid w:val="00820051"/>
    <w:rsid w:val="00820982"/>
    <w:rsid w:val="00821858"/>
    <w:rsid w:val="00821D25"/>
    <w:rsid w:val="008230DB"/>
    <w:rsid w:val="00823AEE"/>
    <w:rsid w:val="00824E89"/>
    <w:rsid w:val="0082687A"/>
    <w:rsid w:val="00826E47"/>
    <w:rsid w:val="00826F1D"/>
    <w:rsid w:val="008277C2"/>
    <w:rsid w:val="00827A21"/>
    <w:rsid w:val="00830EE9"/>
    <w:rsid w:val="0083104D"/>
    <w:rsid w:val="00831824"/>
    <w:rsid w:val="00831B07"/>
    <w:rsid w:val="0083237B"/>
    <w:rsid w:val="008325F7"/>
    <w:rsid w:val="00832F69"/>
    <w:rsid w:val="0083351B"/>
    <w:rsid w:val="008345BE"/>
    <w:rsid w:val="00834F4A"/>
    <w:rsid w:val="008352FB"/>
    <w:rsid w:val="00835B9F"/>
    <w:rsid w:val="00835CE2"/>
    <w:rsid w:val="0083674B"/>
    <w:rsid w:val="00836EBD"/>
    <w:rsid w:val="00836F51"/>
    <w:rsid w:val="00836FD6"/>
    <w:rsid w:val="008371FE"/>
    <w:rsid w:val="00837EF6"/>
    <w:rsid w:val="00840767"/>
    <w:rsid w:val="00841419"/>
    <w:rsid w:val="00841433"/>
    <w:rsid w:val="00841BE6"/>
    <w:rsid w:val="00844446"/>
    <w:rsid w:val="008444F3"/>
    <w:rsid w:val="00844568"/>
    <w:rsid w:val="00845432"/>
    <w:rsid w:val="00845976"/>
    <w:rsid w:val="00845C8A"/>
    <w:rsid w:val="0084633A"/>
    <w:rsid w:val="0084666A"/>
    <w:rsid w:val="00846EAB"/>
    <w:rsid w:val="0084782C"/>
    <w:rsid w:val="00847A72"/>
    <w:rsid w:val="00847D05"/>
    <w:rsid w:val="008509FE"/>
    <w:rsid w:val="00850E95"/>
    <w:rsid w:val="0085140C"/>
    <w:rsid w:val="00851D8D"/>
    <w:rsid w:val="00852E1C"/>
    <w:rsid w:val="00854737"/>
    <w:rsid w:val="00854A35"/>
    <w:rsid w:val="00854D80"/>
    <w:rsid w:val="0085588F"/>
    <w:rsid w:val="00856ED0"/>
    <w:rsid w:val="00857271"/>
    <w:rsid w:val="0085747D"/>
    <w:rsid w:val="008578FF"/>
    <w:rsid w:val="00857E8F"/>
    <w:rsid w:val="0086232B"/>
    <w:rsid w:val="0086442F"/>
    <w:rsid w:val="00865364"/>
    <w:rsid w:val="00865F0D"/>
    <w:rsid w:val="00870145"/>
    <w:rsid w:val="00870CE0"/>
    <w:rsid w:val="00871545"/>
    <w:rsid w:val="00871A2D"/>
    <w:rsid w:val="0087257C"/>
    <w:rsid w:val="00872888"/>
    <w:rsid w:val="00872AE3"/>
    <w:rsid w:val="00873534"/>
    <w:rsid w:val="008768C0"/>
    <w:rsid w:val="00877F1F"/>
    <w:rsid w:val="00880C1E"/>
    <w:rsid w:val="00880F4D"/>
    <w:rsid w:val="00882FB7"/>
    <w:rsid w:val="008834DC"/>
    <w:rsid w:val="00883E4C"/>
    <w:rsid w:val="00884ADC"/>
    <w:rsid w:val="00884C18"/>
    <w:rsid w:val="00885065"/>
    <w:rsid w:val="00885C48"/>
    <w:rsid w:val="008862F1"/>
    <w:rsid w:val="00886680"/>
    <w:rsid w:val="00887860"/>
    <w:rsid w:val="00887A49"/>
    <w:rsid w:val="00887FE5"/>
    <w:rsid w:val="00890053"/>
    <w:rsid w:val="00890BC9"/>
    <w:rsid w:val="00890E40"/>
    <w:rsid w:val="00891581"/>
    <w:rsid w:val="008919D6"/>
    <w:rsid w:val="00893353"/>
    <w:rsid w:val="00893460"/>
    <w:rsid w:val="00893B09"/>
    <w:rsid w:val="00894884"/>
    <w:rsid w:val="00894CA0"/>
    <w:rsid w:val="008960BE"/>
    <w:rsid w:val="00896564"/>
    <w:rsid w:val="00896AE0"/>
    <w:rsid w:val="008976D3"/>
    <w:rsid w:val="008976F0"/>
    <w:rsid w:val="00897C1A"/>
    <w:rsid w:val="008A02A9"/>
    <w:rsid w:val="008A0B43"/>
    <w:rsid w:val="008A0B69"/>
    <w:rsid w:val="008A0BD5"/>
    <w:rsid w:val="008A1B9A"/>
    <w:rsid w:val="008A2420"/>
    <w:rsid w:val="008A246C"/>
    <w:rsid w:val="008A3704"/>
    <w:rsid w:val="008A3CF5"/>
    <w:rsid w:val="008A415F"/>
    <w:rsid w:val="008A4166"/>
    <w:rsid w:val="008A4A36"/>
    <w:rsid w:val="008A5D8B"/>
    <w:rsid w:val="008A6899"/>
    <w:rsid w:val="008A722C"/>
    <w:rsid w:val="008A76A3"/>
    <w:rsid w:val="008B0693"/>
    <w:rsid w:val="008B10DE"/>
    <w:rsid w:val="008B186F"/>
    <w:rsid w:val="008B1CD5"/>
    <w:rsid w:val="008B2E04"/>
    <w:rsid w:val="008B32F9"/>
    <w:rsid w:val="008B3C2D"/>
    <w:rsid w:val="008B4D77"/>
    <w:rsid w:val="008B75CB"/>
    <w:rsid w:val="008C01B3"/>
    <w:rsid w:val="008C135F"/>
    <w:rsid w:val="008C15FE"/>
    <w:rsid w:val="008C1BCA"/>
    <w:rsid w:val="008C2A95"/>
    <w:rsid w:val="008C2F66"/>
    <w:rsid w:val="008C3AC0"/>
    <w:rsid w:val="008C3EF3"/>
    <w:rsid w:val="008C4C08"/>
    <w:rsid w:val="008C5F16"/>
    <w:rsid w:val="008C629A"/>
    <w:rsid w:val="008C63A8"/>
    <w:rsid w:val="008C6433"/>
    <w:rsid w:val="008C6AF4"/>
    <w:rsid w:val="008C7C79"/>
    <w:rsid w:val="008D1029"/>
    <w:rsid w:val="008D187F"/>
    <w:rsid w:val="008D24AD"/>
    <w:rsid w:val="008D2C7D"/>
    <w:rsid w:val="008D53D4"/>
    <w:rsid w:val="008D5A14"/>
    <w:rsid w:val="008D5C2C"/>
    <w:rsid w:val="008D709A"/>
    <w:rsid w:val="008D7C0B"/>
    <w:rsid w:val="008E096F"/>
    <w:rsid w:val="008E0AA8"/>
    <w:rsid w:val="008E13DB"/>
    <w:rsid w:val="008E18A9"/>
    <w:rsid w:val="008E2F55"/>
    <w:rsid w:val="008E3B2B"/>
    <w:rsid w:val="008E3C78"/>
    <w:rsid w:val="008E4CE6"/>
    <w:rsid w:val="008E5E35"/>
    <w:rsid w:val="008E7A79"/>
    <w:rsid w:val="008E7D76"/>
    <w:rsid w:val="008E7FC1"/>
    <w:rsid w:val="008F06F1"/>
    <w:rsid w:val="008F143E"/>
    <w:rsid w:val="008F29D6"/>
    <w:rsid w:val="008F3692"/>
    <w:rsid w:val="008F43A4"/>
    <w:rsid w:val="008F4488"/>
    <w:rsid w:val="008F45EE"/>
    <w:rsid w:val="008F676F"/>
    <w:rsid w:val="008F71B6"/>
    <w:rsid w:val="009001E5"/>
    <w:rsid w:val="00900778"/>
    <w:rsid w:val="00900843"/>
    <w:rsid w:val="00901F28"/>
    <w:rsid w:val="0090381F"/>
    <w:rsid w:val="009053C0"/>
    <w:rsid w:val="009058D0"/>
    <w:rsid w:val="00905C44"/>
    <w:rsid w:val="009060DF"/>
    <w:rsid w:val="009064C4"/>
    <w:rsid w:val="0090697E"/>
    <w:rsid w:val="00910B26"/>
    <w:rsid w:val="00910D56"/>
    <w:rsid w:val="00911749"/>
    <w:rsid w:val="00911D38"/>
    <w:rsid w:val="00912170"/>
    <w:rsid w:val="009121E9"/>
    <w:rsid w:val="00912261"/>
    <w:rsid w:val="00912A84"/>
    <w:rsid w:val="009141DD"/>
    <w:rsid w:val="00914698"/>
    <w:rsid w:val="0091478D"/>
    <w:rsid w:val="009155B4"/>
    <w:rsid w:val="00915713"/>
    <w:rsid w:val="00915D56"/>
    <w:rsid w:val="00916088"/>
    <w:rsid w:val="009160E0"/>
    <w:rsid w:val="0091611C"/>
    <w:rsid w:val="00917CDC"/>
    <w:rsid w:val="00920D54"/>
    <w:rsid w:val="0092119E"/>
    <w:rsid w:val="00921496"/>
    <w:rsid w:val="009219A9"/>
    <w:rsid w:val="009221F5"/>
    <w:rsid w:val="009229F7"/>
    <w:rsid w:val="00922E53"/>
    <w:rsid w:val="00924E38"/>
    <w:rsid w:val="00925081"/>
    <w:rsid w:val="00925733"/>
    <w:rsid w:val="0092659E"/>
    <w:rsid w:val="0092713C"/>
    <w:rsid w:val="0093378B"/>
    <w:rsid w:val="00935D4E"/>
    <w:rsid w:val="00936243"/>
    <w:rsid w:val="00937210"/>
    <w:rsid w:val="0093761F"/>
    <w:rsid w:val="009378FF"/>
    <w:rsid w:val="00937A10"/>
    <w:rsid w:val="00937A25"/>
    <w:rsid w:val="00937AAA"/>
    <w:rsid w:val="00940190"/>
    <w:rsid w:val="0094112E"/>
    <w:rsid w:val="00941252"/>
    <w:rsid w:val="009416E4"/>
    <w:rsid w:val="009417F7"/>
    <w:rsid w:val="0094203F"/>
    <w:rsid w:val="0094336C"/>
    <w:rsid w:val="00943B59"/>
    <w:rsid w:val="009451B0"/>
    <w:rsid w:val="00945207"/>
    <w:rsid w:val="00947A95"/>
    <w:rsid w:val="00947D8D"/>
    <w:rsid w:val="00950D61"/>
    <w:rsid w:val="00952284"/>
    <w:rsid w:val="00952A2C"/>
    <w:rsid w:val="00952C0D"/>
    <w:rsid w:val="00954E89"/>
    <w:rsid w:val="00955100"/>
    <w:rsid w:val="0095561D"/>
    <w:rsid w:val="0095572B"/>
    <w:rsid w:val="009579C7"/>
    <w:rsid w:val="00960DA9"/>
    <w:rsid w:val="009613F8"/>
    <w:rsid w:val="009614A1"/>
    <w:rsid w:val="009631C2"/>
    <w:rsid w:val="009634D2"/>
    <w:rsid w:val="0096470E"/>
    <w:rsid w:val="009649D9"/>
    <w:rsid w:val="00964B5F"/>
    <w:rsid w:val="00964C06"/>
    <w:rsid w:val="00965C9B"/>
    <w:rsid w:val="00965F38"/>
    <w:rsid w:val="0096638F"/>
    <w:rsid w:val="009667B1"/>
    <w:rsid w:val="0096685D"/>
    <w:rsid w:val="00966C18"/>
    <w:rsid w:val="00970E2B"/>
    <w:rsid w:val="009714E0"/>
    <w:rsid w:val="0097165F"/>
    <w:rsid w:val="00971D89"/>
    <w:rsid w:val="00972551"/>
    <w:rsid w:val="009728D3"/>
    <w:rsid w:val="00973901"/>
    <w:rsid w:val="00974418"/>
    <w:rsid w:val="00976868"/>
    <w:rsid w:val="00976B4D"/>
    <w:rsid w:val="00977201"/>
    <w:rsid w:val="009816D9"/>
    <w:rsid w:val="00981C2A"/>
    <w:rsid w:val="0098254A"/>
    <w:rsid w:val="00984545"/>
    <w:rsid w:val="00984DF3"/>
    <w:rsid w:val="00985435"/>
    <w:rsid w:val="009858C9"/>
    <w:rsid w:val="00987074"/>
    <w:rsid w:val="009907FF"/>
    <w:rsid w:val="00990FD1"/>
    <w:rsid w:val="00992003"/>
    <w:rsid w:val="00992784"/>
    <w:rsid w:val="00992977"/>
    <w:rsid w:val="00993D38"/>
    <w:rsid w:val="0099583B"/>
    <w:rsid w:val="009958DE"/>
    <w:rsid w:val="00996987"/>
    <w:rsid w:val="00997BBF"/>
    <w:rsid w:val="009A004B"/>
    <w:rsid w:val="009A12AE"/>
    <w:rsid w:val="009A1A5D"/>
    <w:rsid w:val="009A253B"/>
    <w:rsid w:val="009A2C08"/>
    <w:rsid w:val="009A3F7B"/>
    <w:rsid w:val="009A5C35"/>
    <w:rsid w:val="009A5EAC"/>
    <w:rsid w:val="009A6007"/>
    <w:rsid w:val="009A7851"/>
    <w:rsid w:val="009B05C8"/>
    <w:rsid w:val="009B0A73"/>
    <w:rsid w:val="009B2915"/>
    <w:rsid w:val="009B343B"/>
    <w:rsid w:val="009B4615"/>
    <w:rsid w:val="009B4DA7"/>
    <w:rsid w:val="009B54BC"/>
    <w:rsid w:val="009B6F9A"/>
    <w:rsid w:val="009B7A0E"/>
    <w:rsid w:val="009B7CD1"/>
    <w:rsid w:val="009C0463"/>
    <w:rsid w:val="009C0E05"/>
    <w:rsid w:val="009C1ADC"/>
    <w:rsid w:val="009C2BA5"/>
    <w:rsid w:val="009C2E84"/>
    <w:rsid w:val="009C2F81"/>
    <w:rsid w:val="009C3C00"/>
    <w:rsid w:val="009C3C9C"/>
    <w:rsid w:val="009C4CF7"/>
    <w:rsid w:val="009C6624"/>
    <w:rsid w:val="009D0C7B"/>
    <w:rsid w:val="009D1C18"/>
    <w:rsid w:val="009D20E3"/>
    <w:rsid w:val="009D27F8"/>
    <w:rsid w:val="009D39EE"/>
    <w:rsid w:val="009D5950"/>
    <w:rsid w:val="009D5A84"/>
    <w:rsid w:val="009D5ED6"/>
    <w:rsid w:val="009D68C7"/>
    <w:rsid w:val="009D75DE"/>
    <w:rsid w:val="009D7769"/>
    <w:rsid w:val="009E07D2"/>
    <w:rsid w:val="009E14BE"/>
    <w:rsid w:val="009E15D2"/>
    <w:rsid w:val="009E1CA1"/>
    <w:rsid w:val="009E3283"/>
    <w:rsid w:val="009E3CA6"/>
    <w:rsid w:val="009E4072"/>
    <w:rsid w:val="009E4EFC"/>
    <w:rsid w:val="009E50BA"/>
    <w:rsid w:val="009E53A0"/>
    <w:rsid w:val="009E6F7F"/>
    <w:rsid w:val="009E799A"/>
    <w:rsid w:val="009E7C02"/>
    <w:rsid w:val="009F0A99"/>
    <w:rsid w:val="009F0EEB"/>
    <w:rsid w:val="009F1CC5"/>
    <w:rsid w:val="009F239C"/>
    <w:rsid w:val="009F30AF"/>
    <w:rsid w:val="009F362B"/>
    <w:rsid w:val="009F4CF7"/>
    <w:rsid w:val="009F4D76"/>
    <w:rsid w:val="009F4DA5"/>
    <w:rsid w:val="009F50B3"/>
    <w:rsid w:val="009F5A0F"/>
    <w:rsid w:val="009F5ED4"/>
    <w:rsid w:val="009F5F2E"/>
    <w:rsid w:val="009F6D6A"/>
    <w:rsid w:val="00A00746"/>
    <w:rsid w:val="00A00D1D"/>
    <w:rsid w:val="00A0111C"/>
    <w:rsid w:val="00A01915"/>
    <w:rsid w:val="00A01F6D"/>
    <w:rsid w:val="00A0207F"/>
    <w:rsid w:val="00A025B3"/>
    <w:rsid w:val="00A03076"/>
    <w:rsid w:val="00A03778"/>
    <w:rsid w:val="00A04274"/>
    <w:rsid w:val="00A04690"/>
    <w:rsid w:val="00A047F9"/>
    <w:rsid w:val="00A057DE"/>
    <w:rsid w:val="00A05F9D"/>
    <w:rsid w:val="00A062FE"/>
    <w:rsid w:val="00A06A6F"/>
    <w:rsid w:val="00A0781E"/>
    <w:rsid w:val="00A07DCE"/>
    <w:rsid w:val="00A10511"/>
    <w:rsid w:val="00A115A6"/>
    <w:rsid w:val="00A11F1A"/>
    <w:rsid w:val="00A125FE"/>
    <w:rsid w:val="00A1321B"/>
    <w:rsid w:val="00A13B1D"/>
    <w:rsid w:val="00A1409F"/>
    <w:rsid w:val="00A14213"/>
    <w:rsid w:val="00A145FA"/>
    <w:rsid w:val="00A16F03"/>
    <w:rsid w:val="00A175A1"/>
    <w:rsid w:val="00A17998"/>
    <w:rsid w:val="00A213BB"/>
    <w:rsid w:val="00A21CA1"/>
    <w:rsid w:val="00A22231"/>
    <w:rsid w:val="00A227C8"/>
    <w:rsid w:val="00A22850"/>
    <w:rsid w:val="00A23A58"/>
    <w:rsid w:val="00A23B40"/>
    <w:rsid w:val="00A24114"/>
    <w:rsid w:val="00A24124"/>
    <w:rsid w:val="00A250E5"/>
    <w:rsid w:val="00A2521F"/>
    <w:rsid w:val="00A257A3"/>
    <w:rsid w:val="00A2589F"/>
    <w:rsid w:val="00A259BD"/>
    <w:rsid w:val="00A265FF"/>
    <w:rsid w:val="00A27311"/>
    <w:rsid w:val="00A277CE"/>
    <w:rsid w:val="00A27DD7"/>
    <w:rsid w:val="00A30345"/>
    <w:rsid w:val="00A3063E"/>
    <w:rsid w:val="00A3088D"/>
    <w:rsid w:val="00A31718"/>
    <w:rsid w:val="00A31F25"/>
    <w:rsid w:val="00A31FBF"/>
    <w:rsid w:val="00A33109"/>
    <w:rsid w:val="00A344DB"/>
    <w:rsid w:val="00A34809"/>
    <w:rsid w:val="00A34828"/>
    <w:rsid w:val="00A3586B"/>
    <w:rsid w:val="00A36E0C"/>
    <w:rsid w:val="00A36F8B"/>
    <w:rsid w:val="00A374C3"/>
    <w:rsid w:val="00A37ADF"/>
    <w:rsid w:val="00A37F91"/>
    <w:rsid w:val="00A4088B"/>
    <w:rsid w:val="00A411BF"/>
    <w:rsid w:val="00A41F94"/>
    <w:rsid w:val="00A44D8A"/>
    <w:rsid w:val="00A457F8"/>
    <w:rsid w:val="00A46B9A"/>
    <w:rsid w:val="00A47F41"/>
    <w:rsid w:val="00A509B4"/>
    <w:rsid w:val="00A50E69"/>
    <w:rsid w:val="00A527B5"/>
    <w:rsid w:val="00A5295D"/>
    <w:rsid w:val="00A53518"/>
    <w:rsid w:val="00A53B8A"/>
    <w:rsid w:val="00A545FA"/>
    <w:rsid w:val="00A54701"/>
    <w:rsid w:val="00A54C0A"/>
    <w:rsid w:val="00A557A4"/>
    <w:rsid w:val="00A55C5A"/>
    <w:rsid w:val="00A56862"/>
    <w:rsid w:val="00A56C2B"/>
    <w:rsid w:val="00A56ECE"/>
    <w:rsid w:val="00A604D4"/>
    <w:rsid w:val="00A605D4"/>
    <w:rsid w:val="00A609AB"/>
    <w:rsid w:val="00A609D6"/>
    <w:rsid w:val="00A60ABE"/>
    <w:rsid w:val="00A61E40"/>
    <w:rsid w:val="00A63299"/>
    <w:rsid w:val="00A63AA3"/>
    <w:rsid w:val="00A64149"/>
    <w:rsid w:val="00A6450F"/>
    <w:rsid w:val="00A64C52"/>
    <w:rsid w:val="00A65274"/>
    <w:rsid w:val="00A652D6"/>
    <w:rsid w:val="00A65933"/>
    <w:rsid w:val="00A66E60"/>
    <w:rsid w:val="00A67945"/>
    <w:rsid w:val="00A7059B"/>
    <w:rsid w:val="00A720D4"/>
    <w:rsid w:val="00A74128"/>
    <w:rsid w:val="00A74733"/>
    <w:rsid w:val="00A74827"/>
    <w:rsid w:val="00A7486E"/>
    <w:rsid w:val="00A74B96"/>
    <w:rsid w:val="00A7518B"/>
    <w:rsid w:val="00A75535"/>
    <w:rsid w:val="00A7556D"/>
    <w:rsid w:val="00A75C23"/>
    <w:rsid w:val="00A75CE1"/>
    <w:rsid w:val="00A76FCE"/>
    <w:rsid w:val="00A80C40"/>
    <w:rsid w:val="00A8169B"/>
    <w:rsid w:val="00A8377D"/>
    <w:rsid w:val="00A84EE2"/>
    <w:rsid w:val="00A858F5"/>
    <w:rsid w:val="00A861AD"/>
    <w:rsid w:val="00A87239"/>
    <w:rsid w:val="00A87681"/>
    <w:rsid w:val="00A87ABD"/>
    <w:rsid w:val="00A87D66"/>
    <w:rsid w:val="00A93570"/>
    <w:rsid w:val="00A940AF"/>
    <w:rsid w:val="00A9493C"/>
    <w:rsid w:val="00A95841"/>
    <w:rsid w:val="00A95903"/>
    <w:rsid w:val="00A95ECB"/>
    <w:rsid w:val="00AA0781"/>
    <w:rsid w:val="00AA13C6"/>
    <w:rsid w:val="00AA1829"/>
    <w:rsid w:val="00AA1E7A"/>
    <w:rsid w:val="00AA2E07"/>
    <w:rsid w:val="00AA3708"/>
    <w:rsid w:val="00AA3E86"/>
    <w:rsid w:val="00AA3EEC"/>
    <w:rsid w:val="00AA50DE"/>
    <w:rsid w:val="00AA580F"/>
    <w:rsid w:val="00AA6AB8"/>
    <w:rsid w:val="00AA72C1"/>
    <w:rsid w:val="00AA78CB"/>
    <w:rsid w:val="00AA7D00"/>
    <w:rsid w:val="00AA7D57"/>
    <w:rsid w:val="00AB1859"/>
    <w:rsid w:val="00AB4872"/>
    <w:rsid w:val="00AB654B"/>
    <w:rsid w:val="00AB6A26"/>
    <w:rsid w:val="00AB6CC7"/>
    <w:rsid w:val="00AB78A2"/>
    <w:rsid w:val="00AC0D49"/>
    <w:rsid w:val="00AC15A7"/>
    <w:rsid w:val="00AC2628"/>
    <w:rsid w:val="00AC2A6B"/>
    <w:rsid w:val="00AC393E"/>
    <w:rsid w:val="00AC431C"/>
    <w:rsid w:val="00AC4559"/>
    <w:rsid w:val="00AC48E7"/>
    <w:rsid w:val="00AC4AA4"/>
    <w:rsid w:val="00AC5115"/>
    <w:rsid w:val="00AC575C"/>
    <w:rsid w:val="00AC788B"/>
    <w:rsid w:val="00AD01AD"/>
    <w:rsid w:val="00AD079C"/>
    <w:rsid w:val="00AD13EB"/>
    <w:rsid w:val="00AD252B"/>
    <w:rsid w:val="00AD26CE"/>
    <w:rsid w:val="00AD2D7F"/>
    <w:rsid w:val="00AD2E00"/>
    <w:rsid w:val="00AD329C"/>
    <w:rsid w:val="00AD464B"/>
    <w:rsid w:val="00AD5151"/>
    <w:rsid w:val="00AD566D"/>
    <w:rsid w:val="00AD5D6A"/>
    <w:rsid w:val="00AD67CE"/>
    <w:rsid w:val="00AD6E16"/>
    <w:rsid w:val="00AD6F80"/>
    <w:rsid w:val="00AD7A91"/>
    <w:rsid w:val="00AD7D4B"/>
    <w:rsid w:val="00AE021C"/>
    <w:rsid w:val="00AE0276"/>
    <w:rsid w:val="00AE0999"/>
    <w:rsid w:val="00AE09B0"/>
    <w:rsid w:val="00AE2ED1"/>
    <w:rsid w:val="00AE3716"/>
    <w:rsid w:val="00AE40BD"/>
    <w:rsid w:val="00AE4458"/>
    <w:rsid w:val="00AE488D"/>
    <w:rsid w:val="00AE578C"/>
    <w:rsid w:val="00AE59D6"/>
    <w:rsid w:val="00AE679C"/>
    <w:rsid w:val="00AE6C2A"/>
    <w:rsid w:val="00AE7953"/>
    <w:rsid w:val="00AF02E7"/>
    <w:rsid w:val="00AF0466"/>
    <w:rsid w:val="00AF064A"/>
    <w:rsid w:val="00AF0706"/>
    <w:rsid w:val="00AF120F"/>
    <w:rsid w:val="00AF165A"/>
    <w:rsid w:val="00AF3C51"/>
    <w:rsid w:val="00AF457F"/>
    <w:rsid w:val="00AF56E1"/>
    <w:rsid w:val="00AF61E5"/>
    <w:rsid w:val="00B00151"/>
    <w:rsid w:val="00B002D3"/>
    <w:rsid w:val="00B00609"/>
    <w:rsid w:val="00B0061C"/>
    <w:rsid w:val="00B0092E"/>
    <w:rsid w:val="00B009AC"/>
    <w:rsid w:val="00B00C1F"/>
    <w:rsid w:val="00B01004"/>
    <w:rsid w:val="00B0131C"/>
    <w:rsid w:val="00B01662"/>
    <w:rsid w:val="00B02C40"/>
    <w:rsid w:val="00B02C50"/>
    <w:rsid w:val="00B034E9"/>
    <w:rsid w:val="00B036BF"/>
    <w:rsid w:val="00B03E7A"/>
    <w:rsid w:val="00B044C1"/>
    <w:rsid w:val="00B04802"/>
    <w:rsid w:val="00B056CC"/>
    <w:rsid w:val="00B057ED"/>
    <w:rsid w:val="00B059CF"/>
    <w:rsid w:val="00B06751"/>
    <w:rsid w:val="00B06C46"/>
    <w:rsid w:val="00B06D2C"/>
    <w:rsid w:val="00B06F84"/>
    <w:rsid w:val="00B07217"/>
    <w:rsid w:val="00B114DA"/>
    <w:rsid w:val="00B11C45"/>
    <w:rsid w:val="00B11F06"/>
    <w:rsid w:val="00B128B5"/>
    <w:rsid w:val="00B132EB"/>
    <w:rsid w:val="00B13A6B"/>
    <w:rsid w:val="00B153EB"/>
    <w:rsid w:val="00B15E2E"/>
    <w:rsid w:val="00B1623A"/>
    <w:rsid w:val="00B16436"/>
    <w:rsid w:val="00B17216"/>
    <w:rsid w:val="00B179E0"/>
    <w:rsid w:val="00B201C3"/>
    <w:rsid w:val="00B20366"/>
    <w:rsid w:val="00B20709"/>
    <w:rsid w:val="00B21057"/>
    <w:rsid w:val="00B216DB"/>
    <w:rsid w:val="00B23007"/>
    <w:rsid w:val="00B233E9"/>
    <w:rsid w:val="00B23EBD"/>
    <w:rsid w:val="00B245AC"/>
    <w:rsid w:val="00B27549"/>
    <w:rsid w:val="00B30A1A"/>
    <w:rsid w:val="00B324A5"/>
    <w:rsid w:val="00B33BEA"/>
    <w:rsid w:val="00B344B5"/>
    <w:rsid w:val="00B35346"/>
    <w:rsid w:val="00B3564B"/>
    <w:rsid w:val="00B3658E"/>
    <w:rsid w:val="00B36ABD"/>
    <w:rsid w:val="00B37024"/>
    <w:rsid w:val="00B37D01"/>
    <w:rsid w:val="00B4002C"/>
    <w:rsid w:val="00B40963"/>
    <w:rsid w:val="00B42E6C"/>
    <w:rsid w:val="00B434DD"/>
    <w:rsid w:val="00B44175"/>
    <w:rsid w:val="00B44D15"/>
    <w:rsid w:val="00B45590"/>
    <w:rsid w:val="00B456C4"/>
    <w:rsid w:val="00B46E3E"/>
    <w:rsid w:val="00B47B21"/>
    <w:rsid w:val="00B5094D"/>
    <w:rsid w:val="00B50979"/>
    <w:rsid w:val="00B509EA"/>
    <w:rsid w:val="00B529A5"/>
    <w:rsid w:val="00B529DF"/>
    <w:rsid w:val="00B5372B"/>
    <w:rsid w:val="00B55D1C"/>
    <w:rsid w:val="00B56B18"/>
    <w:rsid w:val="00B56BA5"/>
    <w:rsid w:val="00B56C12"/>
    <w:rsid w:val="00B56C33"/>
    <w:rsid w:val="00B57474"/>
    <w:rsid w:val="00B5774C"/>
    <w:rsid w:val="00B62116"/>
    <w:rsid w:val="00B622F2"/>
    <w:rsid w:val="00B62C3A"/>
    <w:rsid w:val="00B62EE3"/>
    <w:rsid w:val="00B63428"/>
    <w:rsid w:val="00B64D09"/>
    <w:rsid w:val="00B65476"/>
    <w:rsid w:val="00B654CA"/>
    <w:rsid w:val="00B658A7"/>
    <w:rsid w:val="00B65B4F"/>
    <w:rsid w:val="00B65C30"/>
    <w:rsid w:val="00B6661C"/>
    <w:rsid w:val="00B6664B"/>
    <w:rsid w:val="00B67014"/>
    <w:rsid w:val="00B67286"/>
    <w:rsid w:val="00B67BF5"/>
    <w:rsid w:val="00B67D86"/>
    <w:rsid w:val="00B72049"/>
    <w:rsid w:val="00B74553"/>
    <w:rsid w:val="00B76671"/>
    <w:rsid w:val="00B76BAE"/>
    <w:rsid w:val="00B76FDD"/>
    <w:rsid w:val="00B77D11"/>
    <w:rsid w:val="00B80E55"/>
    <w:rsid w:val="00B80F77"/>
    <w:rsid w:val="00B833DC"/>
    <w:rsid w:val="00B83700"/>
    <w:rsid w:val="00B84DBD"/>
    <w:rsid w:val="00B850BC"/>
    <w:rsid w:val="00B85C47"/>
    <w:rsid w:val="00B86088"/>
    <w:rsid w:val="00B860DF"/>
    <w:rsid w:val="00B8666C"/>
    <w:rsid w:val="00B86F37"/>
    <w:rsid w:val="00B87108"/>
    <w:rsid w:val="00B902BE"/>
    <w:rsid w:val="00B905F0"/>
    <w:rsid w:val="00B90F74"/>
    <w:rsid w:val="00B92014"/>
    <w:rsid w:val="00B928BE"/>
    <w:rsid w:val="00B945F3"/>
    <w:rsid w:val="00B94EC9"/>
    <w:rsid w:val="00B9704B"/>
    <w:rsid w:val="00B971CA"/>
    <w:rsid w:val="00BA14BC"/>
    <w:rsid w:val="00BA3370"/>
    <w:rsid w:val="00BA364C"/>
    <w:rsid w:val="00BA468C"/>
    <w:rsid w:val="00BA4947"/>
    <w:rsid w:val="00BA4998"/>
    <w:rsid w:val="00BA4EF4"/>
    <w:rsid w:val="00BA689D"/>
    <w:rsid w:val="00BA6BA0"/>
    <w:rsid w:val="00BB03F8"/>
    <w:rsid w:val="00BB13E1"/>
    <w:rsid w:val="00BB1865"/>
    <w:rsid w:val="00BB3397"/>
    <w:rsid w:val="00BB3A00"/>
    <w:rsid w:val="00BB3C95"/>
    <w:rsid w:val="00BB5E21"/>
    <w:rsid w:val="00BB60F5"/>
    <w:rsid w:val="00BB6D3A"/>
    <w:rsid w:val="00BB6D71"/>
    <w:rsid w:val="00BC039E"/>
    <w:rsid w:val="00BC37CA"/>
    <w:rsid w:val="00BC52B9"/>
    <w:rsid w:val="00BC54F0"/>
    <w:rsid w:val="00BC65E6"/>
    <w:rsid w:val="00BC6796"/>
    <w:rsid w:val="00BC6AC0"/>
    <w:rsid w:val="00BC6E1E"/>
    <w:rsid w:val="00BC6FBE"/>
    <w:rsid w:val="00BD0BAF"/>
    <w:rsid w:val="00BD0E5C"/>
    <w:rsid w:val="00BD1DD6"/>
    <w:rsid w:val="00BD2AFF"/>
    <w:rsid w:val="00BD2B97"/>
    <w:rsid w:val="00BD3D8E"/>
    <w:rsid w:val="00BD4465"/>
    <w:rsid w:val="00BD4C2A"/>
    <w:rsid w:val="00BD538C"/>
    <w:rsid w:val="00BD5E00"/>
    <w:rsid w:val="00BD5FF4"/>
    <w:rsid w:val="00BD6120"/>
    <w:rsid w:val="00BD769F"/>
    <w:rsid w:val="00BE10DB"/>
    <w:rsid w:val="00BE129D"/>
    <w:rsid w:val="00BE15C3"/>
    <w:rsid w:val="00BE17E5"/>
    <w:rsid w:val="00BE1C3E"/>
    <w:rsid w:val="00BE1FCF"/>
    <w:rsid w:val="00BE2217"/>
    <w:rsid w:val="00BE2DA6"/>
    <w:rsid w:val="00BE3073"/>
    <w:rsid w:val="00BE321E"/>
    <w:rsid w:val="00BE4573"/>
    <w:rsid w:val="00BE6A44"/>
    <w:rsid w:val="00BF153E"/>
    <w:rsid w:val="00BF305E"/>
    <w:rsid w:val="00BF32A8"/>
    <w:rsid w:val="00BF3F34"/>
    <w:rsid w:val="00BF4E73"/>
    <w:rsid w:val="00BF5298"/>
    <w:rsid w:val="00BF547E"/>
    <w:rsid w:val="00BF5E02"/>
    <w:rsid w:val="00BF6156"/>
    <w:rsid w:val="00BF70F6"/>
    <w:rsid w:val="00BF7574"/>
    <w:rsid w:val="00C002BE"/>
    <w:rsid w:val="00C009C4"/>
    <w:rsid w:val="00C01DDA"/>
    <w:rsid w:val="00C021E4"/>
    <w:rsid w:val="00C02348"/>
    <w:rsid w:val="00C02A07"/>
    <w:rsid w:val="00C03A04"/>
    <w:rsid w:val="00C03FD0"/>
    <w:rsid w:val="00C04849"/>
    <w:rsid w:val="00C04C1E"/>
    <w:rsid w:val="00C053C8"/>
    <w:rsid w:val="00C05602"/>
    <w:rsid w:val="00C06182"/>
    <w:rsid w:val="00C07115"/>
    <w:rsid w:val="00C10733"/>
    <w:rsid w:val="00C11601"/>
    <w:rsid w:val="00C12B13"/>
    <w:rsid w:val="00C13AA2"/>
    <w:rsid w:val="00C146F1"/>
    <w:rsid w:val="00C148BA"/>
    <w:rsid w:val="00C149D0"/>
    <w:rsid w:val="00C1563C"/>
    <w:rsid w:val="00C163B6"/>
    <w:rsid w:val="00C16957"/>
    <w:rsid w:val="00C17303"/>
    <w:rsid w:val="00C17542"/>
    <w:rsid w:val="00C17DB0"/>
    <w:rsid w:val="00C17E64"/>
    <w:rsid w:val="00C217A6"/>
    <w:rsid w:val="00C22F78"/>
    <w:rsid w:val="00C231F5"/>
    <w:rsid w:val="00C24464"/>
    <w:rsid w:val="00C24F27"/>
    <w:rsid w:val="00C2523C"/>
    <w:rsid w:val="00C25458"/>
    <w:rsid w:val="00C25856"/>
    <w:rsid w:val="00C25E29"/>
    <w:rsid w:val="00C26284"/>
    <w:rsid w:val="00C2714A"/>
    <w:rsid w:val="00C300B7"/>
    <w:rsid w:val="00C303EF"/>
    <w:rsid w:val="00C30A38"/>
    <w:rsid w:val="00C31E9A"/>
    <w:rsid w:val="00C33B57"/>
    <w:rsid w:val="00C3537C"/>
    <w:rsid w:val="00C35CA4"/>
    <w:rsid w:val="00C35CE0"/>
    <w:rsid w:val="00C36882"/>
    <w:rsid w:val="00C36E0E"/>
    <w:rsid w:val="00C4049A"/>
    <w:rsid w:val="00C41DDF"/>
    <w:rsid w:val="00C440F3"/>
    <w:rsid w:val="00C463A8"/>
    <w:rsid w:val="00C50411"/>
    <w:rsid w:val="00C5049A"/>
    <w:rsid w:val="00C5384E"/>
    <w:rsid w:val="00C53C1F"/>
    <w:rsid w:val="00C53E92"/>
    <w:rsid w:val="00C54F3D"/>
    <w:rsid w:val="00C55BA5"/>
    <w:rsid w:val="00C55C40"/>
    <w:rsid w:val="00C56280"/>
    <w:rsid w:val="00C56FD0"/>
    <w:rsid w:val="00C5767B"/>
    <w:rsid w:val="00C57B50"/>
    <w:rsid w:val="00C57BCA"/>
    <w:rsid w:val="00C57CDE"/>
    <w:rsid w:val="00C606A7"/>
    <w:rsid w:val="00C60C20"/>
    <w:rsid w:val="00C61A2F"/>
    <w:rsid w:val="00C61D50"/>
    <w:rsid w:val="00C62004"/>
    <w:rsid w:val="00C62AF8"/>
    <w:rsid w:val="00C62F91"/>
    <w:rsid w:val="00C64D9F"/>
    <w:rsid w:val="00C65000"/>
    <w:rsid w:val="00C66BE7"/>
    <w:rsid w:val="00C670E7"/>
    <w:rsid w:val="00C67941"/>
    <w:rsid w:val="00C67A38"/>
    <w:rsid w:val="00C67DE7"/>
    <w:rsid w:val="00C71854"/>
    <w:rsid w:val="00C71A37"/>
    <w:rsid w:val="00C73177"/>
    <w:rsid w:val="00C73D91"/>
    <w:rsid w:val="00C75A26"/>
    <w:rsid w:val="00C75DC1"/>
    <w:rsid w:val="00C764C5"/>
    <w:rsid w:val="00C76574"/>
    <w:rsid w:val="00C770B4"/>
    <w:rsid w:val="00C81A90"/>
    <w:rsid w:val="00C81C72"/>
    <w:rsid w:val="00C82399"/>
    <w:rsid w:val="00C8374F"/>
    <w:rsid w:val="00C842B7"/>
    <w:rsid w:val="00C84FA7"/>
    <w:rsid w:val="00C851D3"/>
    <w:rsid w:val="00C8542F"/>
    <w:rsid w:val="00C85647"/>
    <w:rsid w:val="00C8617F"/>
    <w:rsid w:val="00C8725F"/>
    <w:rsid w:val="00C878FF"/>
    <w:rsid w:val="00C87940"/>
    <w:rsid w:val="00C90190"/>
    <w:rsid w:val="00C92CD7"/>
    <w:rsid w:val="00C936D1"/>
    <w:rsid w:val="00C95AFC"/>
    <w:rsid w:val="00C96241"/>
    <w:rsid w:val="00C9664D"/>
    <w:rsid w:val="00C97833"/>
    <w:rsid w:val="00CA0F85"/>
    <w:rsid w:val="00CA145C"/>
    <w:rsid w:val="00CA184D"/>
    <w:rsid w:val="00CA261E"/>
    <w:rsid w:val="00CA33E9"/>
    <w:rsid w:val="00CA357C"/>
    <w:rsid w:val="00CA394A"/>
    <w:rsid w:val="00CA3DEC"/>
    <w:rsid w:val="00CA3E44"/>
    <w:rsid w:val="00CA46A3"/>
    <w:rsid w:val="00CA4E06"/>
    <w:rsid w:val="00CA4F7B"/>
    <w:rsid w:val="00CA510D"/>
    <w:rsid w:val="00CA565A"/>
    <w:rsid w:val="00CA5A85"/>
    <w:rsid w:val="00CA62A0"/>
    <w:rsid w:val="00CA6F5A"/>
    <w:rsid w:val="00CA788A"/>
    <w:rsid w:val="00CB048B"/>
    <w:rsid w:val="00CB1FB5"/>
    <w:rsid w:val="00CB251A"/>
    <w:rsid w:val="00CB3815"/>
    <w:rsid w:val="00CB45D0"/>
    <w:rsid w:val="00CB4CB9"/>
    <w:rsid w:val="00CB55DA"/>
    <w:rsid w:val="00CB5CE9"/>
    <w:rsid w:val="00CB674B"/>
    <w:rsid w:val="00CB69F3"/>
    <w:rsid w:val="00CB71E7"/>
    <w:rsid w:val="00CB73F4"/>
    <w:rsid w:val="00CB7A2F"/>
    <w:rsid w:val="00CC0B35"/>
    <w:rsid w:val="00CC0BEF"/>
    <w:rsid w:val="00CC22DA"/>
    <w:rsid w:val="00CC2EFD"/>
    <w:rsid w:val="00CC433A"/>
    <w:rsid w:val="00CC465B"/>
    <w:rsid w:val="00CC48FF"/>
    <w:rsid w:val="00CC518A"/>
    <w:rsid w:val="00CC51BC"/>
    <w:rsid w:val="00CC5E7B"/>
    <w:rsid w:val="00CC65D0"/>
    <w:rsid w:val="00CC7C8D"/>
    <w:rsid w:val="00CD0058"/>
    <w:rsid w:val="00CD010A"/>
    <w:rsid w:val="00CD1444"/>
    <w:rsid w:val="00CD174A"/>
    <w:rsid w:val="00CD1D91"/>
    <w:rsid w:val="00CD20ED"/>
    <w:rsid w:val="00CD2918"/>
    <w:rsid w:val="00CD394F"/>
    <w:rsid w:val="00CD3C0B"/>
    <w:rsid w:val="00CD4707"/>
    <w:rsid w:val="00CD4FE3"/>
    <w:rsid w:val="00CD5740"/>
    <w:rsid w:val="00CD62F7"/>
    <w:rsid w:val="00CD6C72"/>
    <w:rsid w:val="00CD7B49"/>
    <w:rsid w:val="00CE05F7"/>
    <w:rsid w:val="00CE2180"/>
    <w:rsid w:val="00CE2854"/>
    <w:rsid w:val="00CE2885"/>
    <w:rsid w:val="00CE2B19"/>
    <w:rsid w:val="00CE2C86"/>
    <w:rsid w:val="00CE3508"/>
    <w:rsid w:val="00CE35C5"/>
    <w:rsid w:val="00CE3E60"/>
    <w:rsid w:val="00CE4C77"/>
    <w:rsid w:val="00CE57AD"/>
    <w:rsid w:val="00CE61AC"/>
    <w:rsid w:val="00CE662D"/>
    <w:rsid w:val="00CE7698"/>
    <w:rsid w:val="00CE7C63"/>
    <w:rsid w:val="00CF01DB"/>
    <w:rsid w:val="00CF0409"/>
    <w:rsid w:val="00CF08CD"/>
    <w:rsid w:val="00CF1958"/>
    <w:rsid w:val="00CF32F8"/>
    <w:rsid w:val="00CF3C70"/>
    <w:rsid w:val="00CF492A"/>
    <w:rsid w:val="00CF51CD"/>
    <w:rsid w:val="00CF5513"/>
    <w:rsid w:val="00CF5807"/>
    <w:rsid w:val="00CF6C8F"/>
    <w:rsid w:val="00CF6CAF"/>
    <w:rsid w:val="00CF6D42"/>
    <w:rsid w:val="00D02013"/>
    <w:rsid w:val="00D03093"/>
    <w:rsid w:val="00D040E0"/>
    <w:rsid w:val="00D05575"/>
    <w:rsid w:val="00D060AC"/>
    <w:rsid w:val="00D07694"/>
    <w:rsid w:val="00D0780C"/>
    <w:rsid w:val="00D07C0D"/>
    <w:rsid w:val="00D10E3A"/>
    <w:rsid w:val="00D11AFE"/>
    <w:rsid w:val="00D11BB5"/>
    <w:rsid w:val="00D11FA9"/>
    <w:rsid w:val="00D12BE9"/>
    <w:rsid w:val="00D13097"/>
    <w:rsid w:val="00D13138"/>
    <w:rsid w:val="00D13BBC"/>
    <w:rsid w:val="00D13FCA"/>
    <w:rsid w:val="00D158F1"/>
    <w:rsid w:val="00D16E8A"/>
    <w:rsid w:val="00D204B5"/>
    <w:rsid w:val="00D2173F"/>
    <w:rsid w:val="00D225A9"/>
    <w:rsid w:val="00D2329F"/>
    <w:rsid w:val="00D24516"/>
    <w:rsid w:val="00D2477D"/>
    <w:rsid w:val="00D24C3F"/>
    <w:rsid w:val="00D25629"/>
    <w:rsid w:val="00D26CED"/>
    <w:rsid w:val="00D2777E"/>
    <w:rsid w:val="00D27905"/>
    <w:rsid w:val="00D279A8"/>
    <w:rsid w:val="00D31158"/>
    <w:rsid w:val="00D317AF"/>
    <w:rsid w:val="00D3205A"/>
    <w:rsid w:val="00D3205D"/>
    <w:rsid w:val="00D328FF"/>
    <w:rsid w:val="00D32A47"/>
    <w:rsid w:val="00D333B6"/>
    <w:rsid w:val="00D34C5B"/>
    <w:rsid w:val="00D35A7A"/>
    <w:rsid w:val="00D361BC"/>
    <w:rsid w:val="00D377C3"/>
    <w:rsid w:val="00D40008"/>
    <w:rsid w:val="00D416A9"/>
    <w:rsid w:val="00D41727"/>
    <w:rsid w:val="00D41A80"/>
    <w:rsid w:val="00D41AA6"/>
    <w:rsid w:val="00D422E9"/>
    <w:rsid w:val="00D4265B"/>
    <w:rsid w:val="00D42B72"/>
    <w:rsid w:val="00D4303C"/>
    <w:rsid w:val="00D433AF"/>
    <w:rsid w:val="00D43871"/>
    <w:rsid w:val="00D439D1"/>
    <w:rsid w:val="00D457BE"/>
    <w:rsid w:val="00D463A2"/>
    <w:rsid w:val="00D47007"/>
    <w:rsid w:val="00D4768F"/>
    <w:rsid w:val="00D5018C"/>
    <w:rsid w:val="00D50511"/>
    <w:rsid w:val="00D509B3"/>
    <w:rsid w:val="00D50D32"/>
    <w:rsid w:val="00D51238"/>
    <w:rsid w:val="00D532A4"/>
    <w:rsid w:val="00D54507"/>
    <w:rsid w:val="00D54FD3"/>
    <w:rsid w:val="00D55465"/>
    <w:rsid w:val="00D55FBC"/>
    <w:rsid w:val="00D60358"/>
    <w:rsid w:val="00D60C4E"/>
    <w:rsid w:val="00D60CE6"/>
    <w:rsid w:val="00D61490"/>
    <w:rsid w:val="00D620E9"/>
    <w:rsid w:val="00D626BC"/>
    <w:rsid w:val="00D63DCD"/>
    <w:rsid w:val="00D643A5"/>
    <w:rsid w:val="00D654F7"/>
    <w:rsid w:val="00D655F7"/>
    <w:rsid w:val="00D659EF"/>
    <w:rsid w:val="00D71649"/>
    <w:rsid w:val="00D717B5"/>
    <w:rsid w:val="00D71C7E"/>
    <w:rsid w:val="00D72C11"/>
    <w:rsid w:val="00D736D5"/>
    <w:rsid w:val="00D73A8F"/>
    <w:rsid w:val="00D74689"/>
    <w:rsid w:val="00D77C63"/>
    <w:rsid w:val="00D77FC6"/>
    <w:rsid w:val="00D77FF6"/>
    <w:rsid w:val="00D800A3"/>
    <w:rsid w:val="00D80320"/>
    <w:rsid w:val="00D804B4"/>
    <w:rsid w:val="00D81695"/>
    <w:rsid w:val="00D818EF"/>
    <w:rsid w:val="00D81AEB"/>
    <w:rsid w:val="00D82BE7"/>
    <w:rsid w:val="00D83105"/>
    <w:rsid w:val="00D834FE"/>
    <w:rsid w:val="00D83921"/>
    <w:rsid w:val="00D8470C"/>
    <w:rsid w:val="00D84B5E"/>
    <w:rsid w:val="00D8567C"/>
    <w:rsid w:val="00D8668C"/>
    <w:rsid w:val="00D867A7"/>
    <w:rsid w:val="00D8681D"/>
    <w:rsid w:val="00D8684A"/>
    <w:rsid w:val="00D86AAF"/>
    <w:rsid w:val="00D8713A"/>
    <w:rsid w:val="00D8776A"/>
    <w:rsid w:val="00D918AA"/>
    <w:rsid w:val="00D91DF4"/>
    <w:rsid w:val="00D92288"/>
    <w:rsid w:val="00D92A45"/>
    <w:rsid w:val="00D94706"/>
    <w:rsid w:val="00D95869"/>
    <w:rsid w:val="00D97CAF"/>
    <w:rsid w:val="00D97E47"/>
    <w:rsid w:val="00DA16D1"/>
    <w:rsid w:val="00DA181F"/>
    <w:rsid w:val="00DA1BA2"/>
    <w:rsid w:val="00DA2CBD"/>
    <w:rsid w:val="00DA2DCE"/>
    <w:rsid w:val="00DA38AB"/>
    <w:rsid w:val="00DA3E85"/>
    <w:rsid w:val="00DA41DD"/>
    <w:rsid w:val="00DA41E1"/>
    <w:rsid w:val="00DA46D2"/>
    <w:rsid w:val="00DA4AE7"/>
    <w:rsid w:val="00DA5638"/>
    <w:rsid w:val="00DA56FD"/>
    <w:rsid w:val="00DA584B"/>
    <w:rsid w:val="00DA6C22"/>
    <w:rsid w:val="00DB0294"/>
    <w:rsid w:val="00DB2134"/>
    <w:rsid w:val="00DB242F"/>
    <w:rsid w:val="00DB3FFF"/>
    <w:rsid w:val="00DB4720"/>
    <w:rsid w:val="00DB5F27"/>
    <w:rsid w:val="00DB6DCD"/>
    <w:rsid w:val="00DB7025"/>
    <w:rsid w:val="00DB7374"/>
    <w:rsid w:val="00DB7EAF"/>
    <w:rsid w:val="00DC0A66"/>
    <w:rsid w:val="00DC0AA5"/>
    <w:rsid w:val="00DC179F"/>
    <w:rsid w:val="00DC1FDE"/>
    <w:rsid w:val="00DC2E68"/>
    <w:rsid w:val="00DC7257"/>
    <w:rsid w:val="00DD1766"/>
    <w:rsid w:val="00DD27C1"/>
    <w:rsid w:val="00DD2914"/>
    <w:rsid w:val="00DD291C"/>
    <w:rsid w:val="00DD2ACB"/>
    <w:rsid w:val="00DD2D21"/>
    <w:rsid w:val="00DD2D50"/>
    <w:rsid w:val="00DD2FCE"/>
    <w:rsid w:val="00DD3777"/>
    <w:rsid w:val="00DD3DBE"/>
    <w:rsid w:val="00DD550F"/>
    <w:rsid w:val="00DD7E35"/>
    <w:rsid w:val="00DE18BD"/>
    <w:rsid w:val="00DE1A19"/>
    <w:rsid w:val="00DE3EFC"/>
    <w:rsid w:val="00DE4115"/>
    <w:rsid w:val="00DE43BA"/>
    <w:rsid w:val="00DE56FA"/>
    <w:rsid w:val="00DE6595"/>
    <w:rsid w:val="00DE7381"/>
    <w:rsid w:val="00DE7A76"/>
    <w:rsid w:val="00DF3829"/>
    <w:rsid w:val="00DF3C9E"/>
    <w:rsid w:val="00DF4482"/>
    <w:rsid w:val="00DF51CA"/>
    <w:rsid w:val="00DF51F6"/>
    <w:rsid w:val="00DF5E3F"/>
    <w:rsid w:val="00DF5E7A"/>
    <w:rsid w:val="00DF60FF"/>
    <w:rsid w:val="00DF6C86"/>
    <w:rsid w:val="00DF739E"/>
    <w:rsid w:val="00DF762E"/>
    <w:rsid w:val="00DF77E4"/>
    <w:rsid w:val="00E0079A"/>
    <w:rsid w:val="00E00FA9"/>
    <w:rsid w:val="00E03515"/>
    <w:rsid w:val="00E045CE"/>
    <w:rsid w:val="00E058D5"/>
    <w:rsid w:val="00E06216"/>
    <w:rsid w:val="00E10EA6"/>
    <w:rsid w:val="00E11B51"/>
    <w:rsid w:val="00E11EDE"/>
    <w:rsid w:val="00E1267F"/>
    <w:rsid w:val="00E12788"/>
    <w:rsid w:val="00E13268"/>
    <w:rsid w:val="00E1357B"/>
    <w:rsid w:val="00E138EF"/>
    <w:rsid w:val="00E14098"/>
    <w:rsid w:val="00E14737"/>
    <w:rsid w:val="00E149E2"/>
    <w:rsid w:val="00E14F7A"/>
    <w:rsid w:val="00E14FEC"/>
    <w:rsid w:val="00E16B37"/>
    <w:rsid w:val="00E178B6"/>
    <w:rsid w:val="00E200E3"/>
    <w:rsid w:val="00E20E21"/>
    <w:rsid w:val="00E2103A"/>
    <w:rsid w:val="00E21704"/>
    <w:rsid w:val="00E219C7"/>
    <w:rsid w:val="00E2528A"/>
    <w:rsid w:val="00E25C93"/>
    <w:rsid w:val="00E276A0"/>
    <w:rsid w:val="00E30001"/>
    <w:rsid w:val="00E305B1"/>
    <w:rsid w:val="00E3097C"/>
    <w:rsid w:val="00E32154"/>
    <w:rsid w:val="00E32432"/>
    <w:rsid w:val="00E3393B"/>
    <w:rsid w:val="00E3507C"/>
    <w:rsid w:val="00E352B5"/>
    <w:rsid w:val="00E35C8F"/>
    <w:rsid w:val="00E3603B"/>
    <w:rsid w:val="00E36043"/>
    <w:rsid w:val="00E36B10"/>
    <w:rsid w:val="00E404DD"/>
    <w:rsid w:val="00E405B9"/>
    <w:rsid w:val="00E4224F"/>
    <w:rsid w:val="00E423DD"/>
    <w:rsid w:val="00E42892"/>
    <w:rsid w:val="00E428C2"/>
    <w:rsid w:val="00E449E2"/>
    <w:rsid w:val="00E44D99"/>
    <w:rsid w:val="00E4588F"/>
    <w:rsid w:val="00E47250"/>
    <w:rsid w:val="00E47D06"/>
    <w:rsid w:val="00E5094B"/>
    <w:rsid w:val="00E51577"/>
    <w:rsid w:val="00E530E0"/>
    <w:rsid w:val="00E5335C"/>
    <w:rsid w:val="00E53C9F"/>
    <w:rsid w:val="00E53D28"/>
    <w:rsid w:val="00E53EFC"/>
    <w:rsid w:val="00E550E8"/>
    <w:rsid w:val="00E55277"/>
    <w:rsid w:val="00E5709A"/>
    <w:rsid w:val="00E5729C"/>
    <w:rsid w:val="00E60081"/>
    <w:rsid w:val="00E60358"/>
    <w:rsid w:val="00E60CFC"/>
    <w:rsid w:val="00E61CAC"/>
    <w:rsid w:val="00E6444F"/>
    <w:rsid w:val="00E65418"/>
    <w:rsid w:val="00E670F6"/>
    <w:rsid w:val="00E7019B"/>
    <w:rsid w:val="00E71303"/>
    <w:rsid w:val="00E71380"/>
    <w:rsid w:val="00E720B9"/>
    <w:rsid w:val="00E7260E"/>
    <w:rsid w:val="00E726C3"/>
    <w:rsid w:val="00E72E89"/>
    <w:rsid w:val="00E7306D"/>
    <w:rsid w:val="00E75160"/>
    <w:rsid w:val="00E754FD"/>
    <w:rsid w:val="00E7676E"/>
    <w:rsid w:val="00E76AD5"/>
    <w:rsid w:val="00E772E3"/>
    <w:rsid w:val="00E77B7D"/>
    <w:rsid w:val="00E834B9"/>
    <w:rsid w:val="00E83A07"/>
    <w:rsid w:val="00E84642"/>
    <w:rsid w:val="00E848F7"/>
    <w:rsid w:val="00E84E18"/>
    <w:rsid w:val="00E84F61"/>
    <w:rsid w:val="00E8542C"/>
    <w:rsid w:val="00E860A5"/>
    <w:rsid w:val="00E86114"/>
    <w:rsid w:val="00E8612D"/>
    <w:rsid w:val="00E86D43"/>
    <w:rsid w:val="00E913ED"/>
    <w:rsid w:val="00E914C9"/>
    <w:rsid w:val="00E93008"/>
    <w:rsid w:val="00E93F3D"/>
    <w:rsid w:val="00E942C6"/>
    <w:rsid w:val="00E94FB9"/>
    <w:rsid w:val="00E95358"/>
    <w:rsid w:val="00E957AC"/>
    <w:rsid w:val="00E958F2"/>
    <w:rsid w:val="00E95A0F"/>
    <w:rsid w:val="00E95E8C"/>
    <w:rsid w:val="00E964DA"/>
    <w:rsid w:val="00E97A10"/>
    <w:rsid w:val="00EA066C"/>
    <w:rsid w:val="00EA0E25"/>
    <w:rsid w:val="00EA114C"/>
    <w:rsid w:val="00EA1500"/>
    <w:rsid w:val="00EA154D"/>
    <w:rsid w:val="00EA2321"/>
    <w:rsid w:val="00EA2830"/>
    <w:rsid w:val="00EA2A43"/>
    <w:rsid w:val="00EA343B"/>
    <w:rsid w:val="00EA4D37"/>
    <w:rsid w:val="00EA63A4"/>
    <w:rsid w:val="00EA6A97"/>
    <w:rsid w:val="00EA6DD8"/>
    <w:rsid w:val="00EA7976"/>
    <w:rsid w:val="00EA7F9C"/>
    <w:rsid w:val="00EB03F8"/>
    <w:rsid w:val="00EB0750"/>
    <w:rsid w:val="00EB18CC"/>
    <w:rsid w:val="00EB36A0"/>
    <w:rsid w:val="00EB3BA2"/>
    <w:rsid w:val="00EB4A3B"/>
    <w:rsid w:val="00EB524D"/>
    <w:rsid w:val="00EB5AE1"/>
    <w:rsid w:val="00EB6C8C"/>
    <w:rsid w:val="00EB73C3"/>
    <w:rsid w:val="00EB7716"/>
    <w:rsid w:val="00EB7AE1"/>
    <w:rsid w:val="00EB7D58"/>
    <w:rsid w:val="00EC0AEA"/>
    <w:rsid w:val="00EC2D63"/>
    <w:rsid w:val="00EC3C29"/>
    <w:rsid w:val="00EC3F86"/>
    <w:rsid w:val="00EC45C9"/>
    <w:rsid w:val="00EC631D"/>
    <w:rsid w:val="00EC7E30"/>
    <w:rsid w:val="00ED0499"/>
    <w:rsid w:val="00ED1170"/>
    <w:rsid w:val="00ED1DAF"/>
    <w:rsid w:val="00ED37E1"/>
    <w:rsid w:val="00ED3DD2"/>
    <w:rsid w:val="00ED4C81"/>
    <w:rsid w:val="00ED6DEE"/>
    <w:rsid w:val="00ED745D"/>
    <w:rsid w:val="00EE062A"/>
    <w:rsid w:val="00EE0896"/>
    <w:rsid w:val="00EE0B91"/>
    <w:rsid w:val="00EE1495"/>
    <w:rsid w:val="00EE20B0"/>
    <w:rsid w:val="00EE290D"/>
    <w:rsid w:val="00EE2DD7"/>
    <w:rsid w:val="00EE3E35"/>
    <w:rsid w:val="00EE4E47"/>
    <w:rsid w:val="00EE4EF3"/>
    <w:rsid w:val="00EE50A9"/>
    <w:rsid w:val="00EE56E8"/>
    <w:rsid w:val="00EE5CBE"/>
    <w:rsid w:val="00EE7CB5"/>
    <w:rsid w:val="00EF268E"/>
    <w:rsid w:val="00EF3009"/>
    <w:rsid w:val="00EF3AA9"/>
    <w:rsid w:val="00EF457D"/>
    <w:rsid w:val="00EF5521"/>
    <w:rsid w:val="00EF5FB2"/>
    <w:rsid w:val="00EF653C"/>
    <w:rsid w:val="00EF6783"/>
    <w:rsid w:val="00EF7AEF"/>
    <w:rsid w:val="00EF7B15"/>
    <w:rsid w:val="00F0086F"/>
    <w:rsid w:val="00F008F1"/>
    <w:rsid w:val="00F00A83"/>
    <w:rsid w:val="00F0103C"/>
    <w:rsid w:val="00F0138E"/>
    <w:rsid w:val="00F02946"/>
    <w:rsid w:val="00F030F5"/>
    <w:rsid w:val="00F03D08"/>
    <w:rsid w:val="00F03EE9"/>
    <w:rsid w:val="00F0440D"/>
    <w:rsid w:val="00F046FB"/>
    <w:rsid w:val="00F058B1"/>
    <w:rsid w:val="00F06CEA"/>
    <w:rsid w:val="00F071BC"/>
    <w:rsid w:val="00F100B9"/>
    <w:rsid w:val="00F10F63"/>
    <w:rsid w:val="00F116C4"/>
    <w:rsid w:val="00F12DB7"/>
    <w:rsid w:val="00F1602F"/>
    <w:rsid w:val="00F17CEA"/>
    <w:rsid w:val="00F17D12"/>
    <w:rsid w:val="00F20D02"/>
    <w:rsid w:val="00F210DD"/>
    <w:rsid w:val="00F2356E"/>
    <w:rsid w:val="00F24388"/>
    <w:rsid w:val="00F24414"/>
    <w:rsid w:val="00F24671"/>
    <w:rsid w:val="00F246BA"/>
    <w:rsid w:val="00F25089"/>
    <w:rsid w:val="00F25813"/>
    <w:rsid w:val="00F25861"/>
    <w:rsid w:val="00F27048"/>
    <w:rsid w:val="00F276D5"/>
    <w:rsid w:val="00F27AC1"/>
    <w:rsid w:val="00F27C1A"/>
    <w:rsid w:val="00F316B0"/>
    <w:rsid w:val="00F31744"/>
    <w:rsid w:val="00F3227A"/>
    <w:rsid w:val="00F323AD"/>
    <w:rsid w:val="00F33891"/>
    <w:rsid w:val="00F33E4E"/>
    <w:rsid w:val="00F3438F"/>
    <w:rsid w:val="00F34F07"/>
    <w:rsid w:val="00F370B8"/>
    <w:rsid w:val="00F3762D"/>
    <w:rsid w:val="00F37ADD"/>
    <w:rsid w:val="00F37B4F"/>
    <w:rsid w:val="00F400C2"/>
    <w:rsid w:val="00F41B7D"/>
    <w:rsid w:val="00F42D70"/>
    <w:rsid w:val="00F438EE"/>
    <w:rsid w:val="00F459C0"/>
    <w:rsid w:val="00F45BCE"/>
    <w:rsid w:val="00F45FCA"/>
    <w:rsid w:val="00F46BB8"/>
    <w:rsid w:val="00F50734"/>
    <w:rsid w:val="00F508CA"/>
    <w:rsid w:val="00F51CB3"/>
    <w:rsid w:val="00F51E7B"/>
    <w:rsid w:val="00F52CC5"/>
    <w:rsid w:val="00F530FF"/>
    <w:rsid w:val="00F555E6"/>
    <w:rsid w:val="00F560E3"/>
    <w:rsid w:val="00F56733"/>
    <w:rsid w:val="00F577F8"/>
    <w:rsid w:val="00F6049A"/>
    <w:rsid w:val="00F620E4"/>
    <w:rsid w:val="00F621DA"/>
    <w:rsid w:val="00F629C5"/>
    <w:rsid w:val="00F62F69"/>
    <w:rsid w:val="00F63A50"/>
    <w:rsid w:val="00F6403B"/>
    <w:rsid w:val="00F66B1F"/>
    <w:rsid w:val="00F677B1"/>
    <w:rsid w:val="00F7036E"/>
    <w:rsid w:val="00F72667"/>
    <w:rsid w:val="00F737A4"/>
    <w:rsid w:val="00F7440D"/>
    <w:rsid w:val="00F74BB4"/>
    <w:rsid w:val="00F765CA"/>
    <w:rsid w:val="00F777ED"/>
    <w:rsid w:val="00F77DF4"/>
    <w:rsid w:val="00F80275"/>
    <w:rsid w:val="00F80493"/>
    <w:rsid w:val="00F80CD9"/>
    <w:rsid w:val="00F80D7A"/>
    <w:rsid w:val="00F83FEA"/>
    <w:rsid w:val="00F8408B"/>
    <w:rsid w:val="00F8577F"/>
    <w:rsid w:val="00F86270"/>
    <w:rsid w:val="00F86711"/>
    <w:rsid w:val="00F9004F"/>
    <w:rsid w:val="00F901C3"/>
    <w:rsid w:val="00F90D9F"/>
    <w:rsid w:val="00F90E98"/>
    <w:rsid w:val="00F91A13"/>
    <w:rsid w:val="00F93CBF"/>
    <w:rsid w:val="00F94307"/>
    <w:rsid w:val="00F94424"/>
    <w:rsid w:val="00F9465A"/>
    <w:rsid w:val="00F946E6"/>
    <w:rsid w:val="00F95BE4"/>
    <w:rsid w:val="00F95C71"/>
    <w:rsid w:val="00F96E64"/>
    <w:rsid w:val="00F97C8C"/>
    <w:rsid w:val="00FA02E5"/>
    <w:rsid w:val="00FA05D9"/>
    <w:rsid w:val="00FA0A9F"/>
    <w:rsid w:val="00FA0AB2"/>
    <w:rsid w:val="00FA118B"/>
    <w:rsid w:val="00FA1994"/>
    <w:rsid w:val="00FA1A7B"/>
    <w:rsid w:val="00FA237E"/>
    <w:rsid w:val="00FA310B"/>
    <w:rsid w:val="00FA3C65"/>
    <w:rsid w:val="00FA5028"/>
    <w:rsid w:val="00FA7216"/>
    <w:rsid w:val="00FB0525"/>
    <w:rsid w:val="00FB0E24"/>
    <w:rsid w:val="00FB1AD8"/>
    <w:rsid w:val="00FB3134"/>
    <w:rsid w:val="00FB3F72"/>
    <w:rsid w:val="00FB65D5"/>
    <w:rsid w:val="00FB6CF1"/>
    <w:rsid w:val="00FB76DE"/>
    <w:rsid w:val="00FB77DE"/>
    <w:rsid w:val="00FC09AE"/>
    <w:rsid w:val="00FC0FDD"/>
    <w:rsid w:val="00FC1242"/>
    <w:rsid w:val="00FC1AA5"/>
    <w:rsid w:val="00FC23E2"/>
    <w:rsid w:val="00FC30C9"/>
    <w:rsid w:val="00FC38FB"/>
    <w:rsid w:val="00FC3D4E"/>
    <w:rsid w:val="00FC4320"/>
    <w:rsid w:val="00FC47F3"/>
    <w:rsid w:val="00FC5C33"/>
    <w:rsid w:val="00FC728B"/>
    <w:rsid w:val="00FC7A2F"/>
    <w:rsid w:val="00FD0038"/>
    <w:rsid w:val="00FD0E61"/>
    <w:rsid w:val="00FD232A"/>
    <w:rsid w:val="00FD266B"/>
    <w:rsid w:val="00FD26AB"/>
    <w:rsid w:val="00FD4905"/>
    <w:rsid w:val="00FD4D60"/>
    <w:rsid w:val="00FD5CED"/>
    <w:rsid w:val="00FD66B8"/>
    <w:rsid w:val="00FD6E3E"/>
    <w:rsid w:val="00FD7396"/>
    <w:rsid w:val="00FD777E"/>
    <w:rsid w:val="00FD7849"/>
    <w:rsid w:val="00FD79E9"/>
    <w:rsid w:val="00FE0189"/>
    <w:rsid w:val="00FE206D"/>
    <w:rsid w:val="00FE2651"/>
    <w:rsid w:val="00FE3EC0"/>
    <w:rsid w:val="00FE4417"/>
    <w:rsid w:val="00FE47EF"/>
    <w:rsid w:val="00FE4F2D"/>
    <w:rsid w:val="00FE530D"/>
    <w:rsid w:val="00FE59C3"/>
    <w:rsid w:val="00FE5C04"/>
    <w:rsid w:val="00FE5E22"/>
    <w:rsid w:val="00FE6209"/>
    <w:rsid w:val="00FE63ED"/>
    <w:rsid w:val="00FE6DE4"/>
    <w:rsid w:val="00FE6EED"/>
    <w:rsid w:val="00FE72F2"/>
    <w:rsid w:val="00FE7B15"/>
    <w:rsid w:val="00FE7FBE"/>
    <w:rsid w:val="00FF0192"/>
    <w:rsid w:val="00FF13DD"/>
    <w:rsid w:val="00FF18D0"/>
    <w:rsid w:val="00FF1B10"/>
    <w:rsid w:val="00FF1B1E"/>
    <w:rsid w:val="00FF1E4B"/>
    <w:rsid w:val="00FF20B8"/>
    <w:rsid w:val="00FF2525"/>
    <w:rsid w:val="00FF3238"/>
    <w:rsid w:val="00FF3F11"/>
    <w:rsid w:val="00FF4533"/>
    <w:rsid w:val="00FF46EA"/>
    <w:rsid w:val="00FF5067"/>
    <w:rsid w:val="00FF6C08"/>
    <w:rsid w:val="00FF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0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20DA"/>
    <w:pPr>
      <w:ind w:left="720"/>
      <w:contextualSpacing/>
    </w:pPr>
  </w:style>
  <w:style w:type="paragraph" w:styleId="NoSpacing">
    <w:name w:val="No Spacing"/>
    <w:uiPriority w:val="99"/>
    <w:qFormat/>
    <w:rsid w:val="005220DA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5220D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E4224F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B0026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7B0026"/>
    <w:pPr>
      <w:spacing w:after="150"/>
    </w:pPr>
  </w:style>
  <w:style w:type="paragraph" w:styleId="BodyText">
    <w:name w:val="Body Text"/>
    <w:basedOn w:val="Normal"/>
    <w:link w:val="BodyTextChar"/>
    <w:uiPriority w:val="99"/>
    <w:rsid w:val="007B0026"/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B0026"/>
    <w:rPr>
      <w:rFonts w:ascii="Calibri" w:hAnsi="Calibri" w:cs="Times New Roman"/>
      <w:sz w:val="24"/>
      <w:szCs w:val="24"/>
      <w:lang w:eastAsia="ru-RU"/>
    </w:rPr>
  </w:style>
  <w:style w:type="paragraph" w:customStyle="1" w:styleId="TimesNewRoman">
    <w:name w:val="Основной текст + Times New Roman"/>
    <w:aliases w:val="Другой цвет (RGB(6,11,20))"/>
    <w:basedOn w:val="BodyText"/>
    <w:uiPriority w:val="99"/>
    <w:rsid w:val="007B0026"/>
    <w:rPr>
      <w:rFonts w:ascii="Times New Roman" w:hAnsi="Times New Roman"/>
      <w:bCs/>
      <w:color w:val="060B14"/>
    </w:rPr>
  </w:style>
  <w:style w:type="paragraph" w:customStyle="1" w:styleId="1">
    <w:name w:val="Без интервала1"/>
    <w:uiPriority w:val="99"/>
    <w:rsid w:val="007B0026"/>
    <w:rPr>
      <w:rFonts w:cs="Calibri"/>
      <w:lang w:eastAsia="en-US"/>
    </w:rPr>
  </w:style>
  <w:style w:type="paragraph" w:customStyle="1" w:styleId="Default">
    <w:name w:val="Default"/>
    <w:uiPriority w:val="99"/>
    <w:rsid w:val="007B00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6">
    <w:name w:val="Основной текст (6)"/>
    <w:basedOn w:val="DefaultParagraphFont"/>
    <w:uiPriority w:val="99"/>
    <w:rsid w:val="007B0026"/>
    <w:rPr>
      <w:rFonts w:ascii="Times New Roman" w:hAnsi="Times New Roman" w:cs="Times New Roman"/>
      <w:spacing w:val="0"/>
      <w:sz w:val="20"/>
      <w:szCs w:val="20"/>
    </w:rPr>
  </w:style>
  <w:style w:type="character" w:customStyle="1" w:styleId="610">
    <w:name w:val="Основной текст (6) + 10"/>
    <w:aliases w:val="5 pt"/>
    <w:basedOn w:val="DefaultParagraphFont"/>
    <w:uiPriority w:val="99"/>
    <w:rsid w:val="007B0026"/>
    <w:rPr>
      <w:rFonts w:ascii="Times New Roman" w:hAnsi="Times New Roman" w:cs="Times New Roman"/>
      <w:spacing w:val="0"/>
      <w:sz w:val="21"/>
      <w:szCs w:val="21"/>
    </w:rPr>
  </w:style>
  <w:style w:type="paragraph" w:customStyle="1" w:styleId="2">
    <w:name w:val="Без интервала2"/>
    <w:uiPriority w:val="99"/>
    <w:rsid w:val="00911D38"/>
    <w:rPr>
      <w:rFonts w:eastAsia="Times New Roman"/>
    </w:rPr>
  </w:style>
  <w:style w:type="character" w:customStyle="1" w:styleId="st">
    <w:name w:val="st"/>
    <w:basedOn w:val="DefaultParagraphFont"/>
    <w:uiPriority w:val="99"/>
    <w:rsid w:val="009378FF"/>
    <w:rPr>
      <w:rFonts w:cs="Times New Roman"/>
    </w:rPr>
  </w:style>
  <w:style w:type="character" w:styleId="Hyperlink">
    <w:name w:val="Hyperlink"/>
    <w:basedOn w:val="DefaultParagraphFont"/>
    <w:uiPriority w:val="99"/>
    <w:rsid w:val="001046D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C24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49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66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vuch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</TotalTime>
  <Pages>19</Pages>
  <Words>5111</Words>
  <Characters>29136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Vano</cp:lastModifiedBy>
  <cp:revision>51</cp:revision>
  <cp:lastPrinted>2015-03-19T05:59:00Z</cp:lastPrinted>
  <dcterms:created xsi:type="dcterms:W3CDTF">2014-11-04T02:32:00Z</dcterms:created>
  <dcterms:modified xsi:type="dcterms:W3CDTF">2022-11-30T15:04:00Z</dcterms:modified>
</cp:coreProperties>
</file>